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D7768">
      <w:pPr>
        <w:pStyle w:val="1"/>
      </w:pPr>
      <w:r>
        <w:t>Строительные нормы и правила СНиП 35-01-2001</w:t>
      </w:r>
      <w:r>
        <w:br/>
        <w:t>"Доступность зданий и сооружений для маломобильных групп населения"</w:t>
      </w:r>
      <w:r>
        <w:br/>
        <w:t xml:space="preserve">(приняты </w:t>
      </w:r>
      <w:hyperlink r:id="rId4" w:history="1">
        <w:r>
          <w:rPr>
            <w:rStyle w:val="a4"/>
          </w:rPr>
          <w:t>постановлением</w:t>
        </w:r>
      </w:hyperlink>
      <w:r>
        <w:t xml:space="preserve"> Госстроя РФ от 16 июля 2001 г. N 73)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r>
        <w:t xml:space="preserve">Accessibility of buldings and </w:t>
      </w:r>
      <w:r>
        <w:t>structures for physically handicapped persons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698"/>
        <w:jc w:val="right"/>
      </w:pPr>
      <w:r>
        <w:t>Дата введения 1 сентября 2001 г.</w:t>
      </w:r>
    </w:p>
    <w:p w:rsidR="00000000" w:rsidRDefault="001D7768">
      <w:pPr>
        <w:ind w:firstLine="720"/>
        <w:jc w:val="right"/>
      </w:pPr>
      <w:r>
        <w:t xml:space="preserve">Взамен </w:t>
      </w:r>
      <w:hyperlink r:id="rId5" w:history="1">
        <w:r>
          <w:rPr>
            <w:rStyle w:val="a4"/>
          </w:rPr>
          <w:t>ВСН 62-91*</w:t>
        </w:r>
      </w:hyperlink>
    </w:p>
    <w:p w:rsidR="00000000" w:rsidRDefault="001D7768">
      <w:pPr>
        <w:ind w:firstLine="720"/>
        <w:jc w:val="right"/>
      </w:pPr>
      <w:r>
        <w:t>(кроме требований к специализированным зданиям)</w:t>
      </w:r>
    </w:p>
    <w:p w:rsidR="00000000" w:rsidRDefault="001D7768">
      <w:pPr>
        <w:ind w:firstLine="720"/>
        <w:jc w:val="right"/>
      </w:pPr>
      <w:r>
        <w:t>Введены впервые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1D7768">
      <w:pPr>
        <w:pStyle w:val="af"/>
        <w:ind w:left="139"/>
      </w:pPr>
      <w:bookmarkStart w:id="0" w:name="sub_261513664"/>
      <w:r>
        <w:t xml:space="preserve">Согласно </w:t>
      </w:r>
      <w:hyperlink r:id="rId6" w:history="1">
        <w:r>
          <w:rPr>
            <w:rStyle w:val="a4"/>
          </w:rPr>
          <w:t>части 4 ст. 6</w:t>
        </w:r>
      </w:hyperlink>
      <w:r>
        <w:t xml:space="preserve"> Федерального закона от 30 декабря 2009 г. N 384-ФЗ "Технический регламент о безопасности зданий и сооружений" настоящие СНиП являются обязательными для применения, поскольку включены в </w:t>
      </w:r>
      <w:hyperlink r:id="rId7" w:history="1">
        <w:r>
          <w:rPr>
            <w:rStyle w:val="a4"/>
          </w:rPr>
          <w:t>Перечень</w:t>
        </w:r>
      </w:hyperlink>
      <w:r>
        <w:t xml:space="preserve"> национальных стандартов и сводов правил, утвержденный </w:t>
      </w:r>
      <w:hyperlink r:id="rId8" w:history="1">
        <w:r>
          <w:rPr>
            <w:rStyle w:val="a4"/>
          </w:rPr>
          <w:t>распоряжением</w:t>
        </w:r>
      </w:hyperlink>
      <w:r>
        <w:t xml:space="preserve"> Правительства РФ от 21 июня 2010 г. N 1047-р в соответствии с </w:t>
      </w:r>
      <w:hyperlink r:id="rId9" w:history="1">
        <w:r>
          <w:rPr>
            <w:rStyle w:val="a4"/>
          </w:rPr>
          <w:t>частью 3 статьи 42</w:t>
        </w:r>
      </w:hyperlink>
      <w:r>
        <w:t xml:space="preserve"> названного Федерально</w:t>
      </w:r>
      <w:r>
        <w:t>го закона</w:t>
      </w:r>
    </w:p>
    <w:bookmarkEnd w:id="0"/>
    <w:p w:rsidR="00000000" w:rsidRDefault="001D7768">
      <w:pPr>
        <w:pStyle w:val="af"/>
      </w:pPr>
    </w:p>
    <w:p w:rsidR="00000000" w:rsidRDefault="001D7768">
      <w:pPr>
        <w:pStyle w:val="af"/>
        <w:ind w:left="139"/>
      </w:pPr>
      <w:r>
        <w:t>См. также:</w:t>
      </w:r>
    </w:p>
    <w:p w:rsidR="00000000" w:rsidRDefault="001D7768">
      <w:pPr>
        <w:pStyle w:val="af"/>
        <w:ind w:left="139"/>
      </w:pPr>
      <w:hyperlink r:id="rId10" w:history="1">
        <w:r>
          <w:rPr>
            <w:rStyle w:val="a4"/>
          </w:rPr>
          <w:t>СП 35-112-2004</w:t>
        </w:r>
      </w:hyperlink>
      <w:r>
        <w:t xml:space="preserve"> "Дома-интернаты", одобренный </w:t>
      </w:r>
      <w:hyperlink r:id="rId11" w:history="1">
        <w:r>
          <w:rPr>
            <w:rStyle w:val="a4"/>
          </w:rPr>
          <w:t>письмом</w:t>
        </w:r>
      </w:hyperlink>
      <w:r>
        <w:t xml:space="preserve"> Госстроя РФ от 30 апреля 2004 г. N ЛБ-323/9</w:t>
      </w:r>
    </w:p>
    <w:p w:rsidR="00000000" w:rsidRDefault="001D7768">
      <w:pPr>
        <w:pStyle w:val="af"/>
        <w:ind w:left="139"/>
      </w:pPr>
      <w:hyperlink r:id="rId12" w:history="1">
        <w:r>
          <w:rPr>
            <w:rStyle w:val="a4"/>
          </w:rPr>
          <w:t>СП 35-110-2004</w:t>
        </w:r>
      </w:hyperlink>
      <w:r>
        <w:t xml:space="preserve"> "Отде</w:t>
      </w:r>
      <w:r>
        <w:t>ления гериатрического обслуживания населения по месту жительства"</w:t>
      </w:r>
    </w:p>
    <w:p w:rsidR="00000000" w:rsidRDefault="001D7768">
      <w:pPr>
        <w:pStyle w:val="af"/>
        <w:ind w:left="139"/>
      </w:pPr>
      <w:hyperlink r:id="rId13" w:history="1">
        <w:r>
          <w:rPr>
            <w:rStyle w:val="a4"/>
          </w:rPr>
          <w:t>СП 35-113-2004</w:t>
        </w:r>
      </w:hyperlink>
      <w:r>
        <w:t xml:space="preserve"> "Геронтологические центры. Дома сестринского ухода. Хосписы", утвержденный приказом директора ОАО "Институт общественных зданий" от 24 декаб</w:t>
      </w:r>
      <w:r>
        <w:t>ря 2007 г. N 21</w:t>
      </w:r>
    </w:p>
    <w:p w:rsidR="00000000" w:rsidRDefault="001D7768">
      <w:pPr>
        <w:pStyle w:val="1"/>
      </w:pPr>
      <w:bookmarkStart w:id="1" w:name="sub_100"/>
      <w:r>
        <w:t>Введение</w:t>
      </w:r>
    </w:p>
    <w:bookmarkEnd w:id="1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Настоящий нормативный документ разработан по заказу Минтруда России в рамках федеральной целевой </w:t>
      </w:r>
      <w:hyperlink r:id="rId14" w:history="1">
        <w:r>
          <w:rPr>
            <w:rStyle w:val="a4"/>
          </w:rPr>
          <w:t>программы</w:t>
        </w:r>
      </w:hyperlink>
      <w:r>
        <w:t xml:space="preserve"> "Социальная поддержка инвалидов на 2000-2005 годы". Он предназначен для п</w:t>
      </w:r>
      <w:r>
        <w:t xml:space="preserve">роектирования, строительства и реконструкции зданий и сооружений, </w:t>
      </w:r>
      <w:hyperlink w:anchor="sub_1003" w:history="1">
        <w:r>
          <w:rPr>
            <w:rStyle w:val="a4"/>
          </w:rPr>
          <w:t>доступных всем маломобильным группам населения</w:t>
        </w:r>
      </w:hyperlink>
      <w:r>
        <w:t xml:space="preserve">. Нормативный документ выполнен в соответствии с положениями </w:t>
      </w:r>
      <w:hyperlink r:id="rId15" w:history="1">
        <w:r>
          <w:rPr>
            <w:rStyle w:val="a4"/>
          </w:rPr>
          <w:t>статьи 15 (пункт 1)</w:t>
        </w:r>
      </w:hyperlink>
      <w:r>
        <w:t xml:space="preserve"> и</w:t>
      </w:r>
      <w:r>
        <w:t xml:space="preserve"> </w:t>
      </w:r>
      <w:hyperlink r:id="rId16" w:history="1">
        <w:r>
          <w:rPr>
            <w:rStyle w:val="a4"/>
          </w:rPr>
          <w:t>статьи 17</w:t>
        </w:r>
      </w:hyperlink>
      <w:r>
        <w:t xml:space="preserve"> Градостроительного кодекса Российской Федерации (Собрание законодательства Российской Федерации, 1998, N 19, ст. 2069), </w:t>
      </w:r>
      <w:hyperlink r:id="rId17" w:history="1">
        <w:r>
          <w:rPr>
            <w:rStyle w:val="a4"/>
          </w:rPr>
          <w:t>статьи 15</w:t>
        </w:r>
      </w:hyperlink>
      <w:r>
        <w:t xml:space="preserve"> Федерального закона "О социальной защите и</w:t>
      </w:r>
      <w:r>
        <w:t xml:space="preserve">нвалидов в Российской Федерации" от 24 ноября 1995 г. N 181-ФЗ (Собрание законодательства Российской Федерации, 1995, N 48, ст. 4563) (с изменениями и дополнениями) и </w:t>
      </w:r>
      <w:hyperlink r:id="rId18" w:history="1">
        <w:r>
          <w:rPr>
            <w:rStyle w:val="a4"/>
          </w:rPr>
          <w:t>Федерального закона</w:t>
        </w:r>
      </w:hyperlink>
      <w:r>
        <w:t xml:space="preserve"> "О защите прав потребителей" о</w:t>
      </w:r>
      <w:r>
        <w:t xml:space="preserve">т 07.02.92 г. N 2300-1 (Ведомости Совета народных депутатов РСФСР и Верховного Совета РСФСР, 1992 г., N 15, ст. 766) с изменениями в редакции </w:t>
      </w:r>
      <w:hyperlink r:id="rId19" w:history="1">
        <w:r>
          <w:rPr>
            <w:rStyle w:val="a4"/>
          </w:rPr>
          <w:t>Федерального закона</w:t>
        </w:r>
      </w:hyperlink>
      <w:r>
        <w:t xml:space="preserve"> от 09.01.96 г. N 2-ФЗ (Собрание законодательства Российско</w:t>
      </w:r>
      <w:r>
        <w:t>й Федерации, 1996, N 3, ст. 140).</w:t>
      </w:r>
    </w:p>
    <w:p w:rsidR="00000000" w:rsidRDefault="001D7768">
      <w:pPr>
        <w:ind w:firstLine="720"/>
        <w:jc w:val="both"/>
      </w:pPr>
      <w:r>
        <w:t>СНиП 35-01-2001 является основным документом 35-го комплекса Системы нормативных документов в строительстве "Обеспечение доступной среды жизнедеятельности для инвалидов и других маломобильных групп населения". Он разработа</w:t>
      </w:r>
      <w:r>
        <w:t xml:space="preserve">н в соответствии с требованиями </w:t>
      </w:r>
      <w:hyperlink r:id="rId20" w:history="1">
        <w:r>
          <w:rPr>
            <w:rStyle w:val="a4"/>
          </w:rPr>
          <w:t>СНиП 10-01-94</w:t>
        </w:r>
      </w:hyperlink>
      <w:r>
        <w:t xml:space="preserve"> на базе действующих нормативов по доступности зданий и сооружений для инвалидов, с учетом зарубежных </w:t>
      </w:r>
      <w:r>
        <w:lastRenderedPageBreak/>
        <w:t xml:space="preserve">норм, стандартов и рекомендаций и не содержит противоречий положениям </w:t>
      </w:r>
      <w:hyperlink r:id="rId21" w:history="1">
        <w:r>
          <w:rPr>
            <w:rStyle w:val="a4"/>
          </w:rPr>
          <w:t>СНиП 2.08.02-89*</w:t>
        </w:r>
      </w:hyperlink>
      <w:r>
        <w:t xml:space="preserve"> (раздел 4), </w:t>
      </w:r>
      <w:hyperlink r:id="rId22" w:history="1">
        <w:r>
          <w:rPr>
            <w:rStyle w:val="a4"/>
          </w:rPr>
          <w:t>СНиП 2.08.01-89*</w:t>
        </w:r>
      </w:hyperlink>
      <w:r>
        <w:t xml:space="preserve">, </w:t>
      </w:r>
      <w:hyperlink r:id="rId23" w:history="1">
        <w:r>
          <w:rPr>
            <w:rStyle w:val="a4"/>
          </w:rPr>
          <w:t>СНиП 31-03-2001</w:t>
        </w:r>
      </w:hyperlink>
      <w:r>
        <w:t xml:space="preserve"> и </w:t>
      </w:r>
      <w:hyperlink r:id="rId24" w:history="1">
        <w:r>
          <w:rPr>
            <w:rStyle w:val="a4"/>
          </w:rPr>
          <w:t>СНиП 2.09.04-87*</w:t>
        </w:r>
      </w:hyperlink>
      <w:r>
        <w:t>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bookmarkStart w:id="2" w:name="sub_261517392"/>
    <w:p w:rsidR="00000000" w:rsidRDefault="001D7768">
      <w:pPr>
        <w:pStyle w:val="af"/>
        <w:ind w:left="139"/>
      </w:pPr>
      <w:r>
        <w:fldChar w:fldCharType="begin"/>
      </w:r>
      <w:r>
        <w:instrText>H</w:instrText>
      </w:r>
      <w:r>
        <w:instrText>YPERLINK "garantF1://2222810.0"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Госстроя РФ от 10 сентября 2003 г. N 164 </w:t>
      </w:r>
      <w:hyperlink r:id="rId25" w:history="1">
        <w:r>
          <w:rPr>
            <w:rStyle w:val="a4"/>
          </w:rPr>
          <w:t>СНиП 10-01-94</w:t>
        </w:r>
      </w:hyperlink>
      <w:r>
        <w:t xml:space="preserve"> признаны не действующими на территории РФ с 1 октября 2003 г.</w:t>
      </w:r>
    </w:p>
    <w:bookmarkEnd w:id="2"/>
    <w:p w:rsidR="00000000" w:rsidRDefault="001D7768">
      <w:pPr>
        <w:pStyle w:val="af"/>
      </w:pPr>
    </w:p>
    <w:p w:rsidR="00000000" w:rsidRDefault="001D7768">
      <w:pPr>
        <w:ind w:firstLine="720"/>
        <w:jc w:val="both"/>
      </w:pPr>
      <w:r>
        <w:t>К СНиП 35-01-2001 разработаны следующие с</w:t>
      </w:r>
      <w:r>
        <w:t xml:space="preserve">воды правил: </w:t>
      </w:r>
      <w:hyperlink r:id="rId26" w:history="1">
        <w:r>
          <w:rPr>
            <w:rStyle w:val="a4"/>
          </w:rPr>
          <w:t>СП 35-101-2001</w:t>
        </w:r>
      </w:hyperlink>
      <w:r>
        <w:t xml:space="preserve"> "Проектирование зданий и сооружений с учетом доступности для маломобильных групп населения. Общие положения"; </w:t>
      </w:r>
      <w:hyperlink r:id="rId27" w:history="1">
        <w:r>
          <w:rPr>
            <w:rStyle w:val="a4"/>
          </w:rPr>
          <w:t>СП 35-102-2001</w:t>
        </w:r>
      </w:hyperlink>
      <w:r>
        <w:t xml:space="preserve"> "Жилая среда с планировочными эле</w:t>
      </w:r>
      <w:r>
        <w:t xml:space="preserve">ментами, доступными инвалидам"; </w:t>
      </w:r>
      <w:hyperlink r:id="rId28" w:history="1">
        <w:r>
          <w:rPr>
            <w:rStyle w:val="a4"/>
          </w:rPr>
          <w:t>СП 35-103-2001</w:t>
        </w:r>
      </w:hyperlink>
      <w:r>
        <w:t xml:space="preserve"> "Общественные здания и сооружения, доступные маломобильным посетителям"; </w:t>
      </w:r>
      <w:hyperlink r:id="rId29" w:history="1">
        <w:r>
          <w:rPr>
            <w:rStyle w:val="a4"/>
          </w:rPr>
          <w:t>СП 35-104-2001</w:t>
        </w:r>
      </w:hyperlink>
      <w:r>
        <w:t xml:space="preserve"> "Здания и помещения с местами труда для инвалидов".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1D7768">
      <w:pPr>
        <w:pStyle w:val="af"/>
        <w:ind w:left="139"/>
      </w:pPr>
      <w:r>
        <w:t>См. также:</w:t>
      </w:r>
    </w:p>
    <w:p w:rsidR="00000000" w:rsidRDefault="001D7768">
      <w:pPr>
        <w:pStyle w:val="af"/>
        <w:ind w:left="139"/>
      </w:pPr>
      <w:hyperlink r:id="rId30" w:history="1">
        <w:r>
          <w:rPr>
            <w:rStyle w:val="a4"/>
          </w:rPr>
          <w:t>СП 35-105-2002</w:t>
        </w:r>
      </w:hyperlink>
      <w:r>
        <w:t xml:space="preserve"> "Реконструкция городской застройки с учетом доступности для инвалидов и других маломобильных групп населения", одобренный </w:t>
      </w:r>
      <w:hyperlink r:id="rId31" w:history="1">
        <w:r>
          <w:rPr>
            <w:rStyle w:val="a4"/>
          </w:rPr>
          <w:t>постановлением</w:t>
        </w:r>
      </w:hyperlink>
      <w:r>
        <w:t xml:space="preserve"> Госстроя РФ от 19 июля 2002 г. N 89</w:t>
      </w:r>
    </w:p>
    <w:p w:rsidR="00000000" w:rsidRDefault="001D7768">
      <w:pPr>
        <w:pStyle w:val="af"/>
        <w:ind w:left="139"/>
      </w:pPr>
      <w:hyperlink r:id="rId32" w:history="1">
        <w:r>
          <w:rPr>
            <w:rStyle w:val="a4"/>
          </w:rPr>
          <w:t>СП 35-106-2003</w:t>
        </w:r>
      </w:hyperlink>
      <w:r>
        <w:t xml:space="preserve"> "Расчет и размещение учреждений социального обслуживания пожилых людей", одобренный </w:t>
      </w:r>
      <w:hyperlink r:id="rId33" w:history="1">
        <w:r>
          <w:rPr>
            <w:rStyle w:val="a4"/>
          </w:rPr>
          <w:t>постановлением</w:t>
        </w:r>
      </w:hyperlink>
      <w:r>
        <w:t xml:space="preserve"> Госстроя РФ от 22 сентября 2003 г. </w:t>
      </w:r>
      <w:r>
        <w:t>N 166</w:t>
      </w:r>
    </w:p>
    <w:p w:rsidR="00000000" w:rsidRDefault="001D7768">
      <w:pPr>
        <w:pStyle w:val="af"/>
        <w:ind w:left="139"/>
      </w:pPr>
      <w:hyperlink r:id="rId34" w:history="1">
        <w:r>
          <w:rPr>
            <w:rStyle w:val="a4"/>
          </w:rPr>
          <w:t>СП 35-114-2003</w:t>
        </w:r>
      </w:hyperlink>
      <w:r>
        <w:t xml:space="preserve"> "Реконструкция и приспособление зданий для учреждений социального обслуживания пожилых людей", одобренный </w:t>
      </w:r>
      <w:hyperlink r:id="rId35" w:history="1">
        <w:r>
          <w:rPr>
            <w:rStyle w:val="a4"/>
          </w:rPr>
          <w:t>постановлением</w:t>
        </w:r>
      </w:hyperlink>
      <w:r>
        <w:t xml:space="preserve"> Госстроя РФ от 15 сентября 2003 г. N 165</w:t>
      </w:r>
    </w:p>
    <w:p w:rsidR="00000000" w:rsidRDefault="001D7768">
      <w:pPr>
        <w:pStyle w:val="af"/>
        <w:ind w:left="139"/>
      </w:pPr>
      <w:hyperlink r:id="rId36" w:history="1">
        <w:r>
          <w:rPr>
            <w:rStyle w:val="a4"/>
          </w:rPr>
          <w:t>СП 35-112-2004</w:t>
        </w:r>
      </w:hyperlink>
      <w:r>
        <w:t xml:space="preserve"> "Дома-интернаты", одобренный </w:t>
      </w:r>
      <w:hyperlink r:id="rId37" w:history="1">
        <w:r>
          <w:rPr>
            <w:rStyle w:val="a4"/>
          </w:rPr>
          <w:t>письмом</w:t>
        </w:r>
      </w:hyperlink>
      <w:r>
        <w:t xml:space="preserve"> Госстроя РФ от 30 апреля 2004 г. N ЛБ-323/9</w:t>
      </w:r>
    </w:p>
    <w:p w:rsidR="00000000" w:rsidRDefault="001D7768">
      <w:pPr>
        <w:pStyle w:val="af"/>
      </w:pPr>
    </w:p>
    <w:p w:rsidR="00000000" w:rsidRDefault="001D7768">
      <w:pPr>
        <w:ind w:firstLine="720"/>
        <w:jc w:val="both"/>
      </w:pPr>
      <w:r>
        <w:t>Работа выполнена авторским коллективом: ГУП "Институт общественных зданий" (руководитель тем</w:t>
      </w:r>
      <w:r>
        <w:t>ы, научный редактор, ответственный исполнитель - канд. архитектуры А.М. Гарнец, ответственный исполнитель Н.П. Малиночка); ЗАО "АПИО-Центр"; ЗАО "ЦНИИЭП им. Б.С. Мезенцева" (канд. архитектуры Н.Б. Мезенцева); Академия Государственной противопожарной службы</w:t>
      </w:r>
      <w:r>
        <w:t xml:space="preserve"> МВД России (канд. техн. наук Е.Т. Шурин, А.В. Апаков, Д.А. Самошин); ФНТЦ "Стройсертификация" (канд. архитектуры Л.А. Викторова); Московский государственный строительный университет (д-р. техн. наук В.В. Холщевников); Главгосэкспертиза России (канд.архите</w:t>
      </w:r>
      <w:r>
        <w:t>ктуры С.В. Кролевец); ОАО "МосОтис" (С.М. Ройтбурд); Ю.В. Колосов при участии Всероссийского общества инвалидов (А.В. Ломакин-Румянцев).</w:t>
      </w:r>
    </w:p>
    <w:p w:rsidR="00000000" w:rsidRDefault="001D7768">
      <w:pPr>
        <w:ind w:firstLine="720"/>
        <w:jc w:val="both"/>
      </w:pPr>
      <w:r>
        <w:t>Внесены: Департаментом по вопросам реабилитации и социальной интеграции инвалидов Минтруда России (И.В. Лебедев, А.Е. Л</w:t>
      </w:r>
      <w:r>
        <w:t>ысенко).</w:t>
      </w:r>
    </w:p>
    <w:p w:rsidR="00000000" w:rsidRDefault="001D7768">
      <w:pPr>
        <w:ind w:firstLine="720"/>
        <w:jc w:val="both"/>
      </w:pPr>
      <w:r>
        <w:t xml:space="preserve">Представлены к утверждению: Управлением стандартизации, технического нормирования и сертификации Госстроя России (В.В. Тишенко, Н.Н. Поляков, Л.А. Викторова), Управлением архитектуры и проектных работ Госстроя России (Э.А. Шевченко, В.Г. Хахулин, </w:t>
      </w:r>
      <w:r>
        <w:t>Н.Н. Якимова).</w:t>
      </w:r>
    </w:p>
    <w:p w:rsidR="00000000" w:rsidRDefault="001D7768">
      <w:pPr>
        <w:ind w:firstLine="720"/>
        <w:jc w:val="both"/>
      </w:pPr>
      <w:r>
        <w:t>Согласованы: Государственной противопожарной службой МВД России, Госсанэпиднадзором Минздрава России, Главгосэкспертизой России, Всероссийским обществом инвалидов, Всероссийским обществом слепых и Всероссийским обществом глухих.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3" w:name="sub_1"/>
      <w:r>
        <w:t>1 Общи</w:t>
      </w:r>
      <w:r>
        <w:t>е положения</w:t>
      </w:r>
    </w:p>
    <w:bookmarkEnd w:id="3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4" w:name="sub_101"/>
      <w:r>
        <w:t>1.1 При новом проектировании и реконструкции общественных, жилых и промышленных зданий следует, как правило, предусматривать для инвалидов и граждан других маломобильных групп населения условия жизнедеятельности, равные с остальным</w:t>
      </w:r>
      <w:r>
        <w:t>и категориями населения.</w:t>
      </w:r>
    </w:p>
    <w:bookmarkEnd w:id="4"/>
    <w:p w:rsidR="00000000" w:rsidRDefault="001D7768">
      <w:pPr>
        <w:ind w:firstLine="720"/>
        <w:jc w:val="both"/>
      </w:pPr>
      <w:r>
        <w:t xml:space="preserve">Перечень объектов, доступных для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 и других маломобильных групп населения (далее - МГН), расчетное число и категория инвалидов, а также группа мобильности МГН (приложение В, </w:t>
      </w:r>
      <w:hyperlink w:anchor="sub_3100" w:history="1">
        <w:r>
          <w:rPr>
            <w:rStyle w:val="a4"/>
          </w:rPr>
          <w:t>табл. B.1</w:t>
        </w:r>
      </w:hyperlink>
      <w:r>
        <w:t>) устанавливаются заданием на проектирование. Оно утверждается в установленном порядке по согласованию с территориальным органом социальной защиты населения и с учетом мнения общественных объединений инвалидов.</w:t>
      </w:r>
    </w:p>
    <w:p w:rsidR="00000000" w:rsidRDefault="001D7768">
      <w:pPr>
        <w:ind w:firstLine="720"/>
        <w:jc w:val="both"/>
      </w:pPr>
      <w:bookmarkStart w:id="5" w:name="sub_12"/>
      <w:r>
        <w:t>1.2 Требования насто</w:t>
      </w:r>
      <w:r>
        <w:t xml:space="preserve">ящего документа распространяются только на функционально-планировочные </w:t>
      </w:r>
      <w:hyperlink w:anchor="sub_1017" w:history="1">
        <w:r>
          <w:rPr>
            <w:rStyle w:val="a4"/>
          </w:rPr>
          <w:t>элементы</w:t>
        </w:r>
      </w:hyperlink>
      <w:r>
        <w:t xml:space="preserve"> зданий и сооружений, их участков или отдельные помещения, </w:t>
      </w:r>
      <w:hyperlink w:anchor="sub_1003" w:history="1">
        <w:r>
          <w:rPr>
            <w:rStyle w:val="a4"/>
          </w:rPr>
          <w:t>доступные для МГН</w:t>
        </w:r>
      </w:hyperlink>
      <w:r>
        <w:t>: входные узлы, коммуникации, пути эвакуации, пом</w:t>
      </w:r>
      <w:r>
        <w:t>ещения (зоны) проживания, обслуживания и места приложения труда, а также их информационное и инженерное обустройство.</w:t>
      </w:r>
    </w:p>
    <w:bookmarkEnd w:id="5"/>
    <w:p w:rsidR="00000000" w:rsidRDefault="001D7768">
      <w:pPr>
        <w:ind w:firstLine="720"/>
        <w:jc w:val="both"/>
      </w:pPr>
      <w:r>
        <w:t xml:space="preserve">Необходимость и степень (формы) </w:t>
      </w:r>
      <w:hyperlink w:anchor="sub_1001" w:history="1">
        <w:r>
          <w:rPr>
            <w:rStyle w:val="a4"/>
          </w:rPr>
          <w:t>адаптации</w:t>
        </w:r>
      </w:hyperlink>
      <w:r>
        <w:t xml:space="preserve"> к требованиям МГН зданий, имеющих историческую, художественную и</w:t>
      </w:r>
      <w:r>
        <w:t>ли архитектурную ценность, следует согласовывать с органом по охране и использованию памятников истории и культуры соответствующего уровня.</w:t>
      </w:r>
    </w:p>
    <w:p w:rsidR="00000000" w:rsidRDefault="001D7768">
      <w:pPr>
        <w:ind w:firstLine="720"/>
        <w:jc w:val="both"/>
      </w:pPr>
      <w:bookmarkStart w:id="6" w:name="sub_13"/>
      <w:r>
        <w:t>1.3 Требования настоящих норм и правил не распространяются на здания специализированных учреждений для постоян</w:t>
      </w:r>
      <w:r>
        <w:t>ного и временного проживания инвалидов и людей старшей возрастной группы на условиях опеки, стационары лечебных учреждений и аналогичные учреждения, предназначенные для обслуживания и постоянного пребывания данных категорий населения, а также на жилые дома</w:t>
      </w:r>
      <w:r>
        <w:t xml:space="preserve"> для одной семьи.</w:t>
      </w:r>
    </w:p>
    <w:p w:rsidR="00000000" w:rsidRDefault="001D7768">
      <w:pPr>
        <w:ind w:firstLine="720"/>
        <w:jc w:val="both"/>
      </w:pPr>
      <w:bookmarkStart w:id="7" w:name="sub_14"/>
      <w:bookmarkEnd w:id="6"/>
      <w:r>
        <w:t>1.4 Проектные решения объектов, доступных для МГН, должны обеспечивать:</w:t>
      </w:r>
    </w:p>
    <w:bookmarkEnd w:id="7"/>
    <w:p w:rsidR="00000000" w:rsidRDefault="001D7768">
      <w:pPr>
        <w:ind w:firstLine="720"/>
        <w:jc w:val="both"/>
      </w:pPr>
      <w:r>
        <w:t>- досягаемость мест целевого посещения и беспрепятственность перемещения внутри зданий и сооружений;</w:t>
      </w:r>
    </w:p>
    <w:p w:rsidR="00000000" w:rsidRDefault="001D7768">
      <w:pPr>
        <w:ind w:firstLine="720"/>
        <w:jc w:val="both"/>
      </w:pPr>
      <w:r>
        <w:t xml:space="preserve">- безопасность </w:t>
      </w:r>
      <w:hyperlink w:anchor="sub_1010" w:history="1">
        <w:r>
          <w:rPr>
            <w:rStyle w:val="a4"/>
          </w:rPr>
          <w:t>путей дви</w:t>
        </w:r>
        <w:r>
          <w:rPr>
            <w:rStyle w:val="a4"/>
          </w:rPr>
          <w:t>жения</w:t>
        </w:r>
      </w:hyperlink>
      <w:r>
        <w:t xml:space="preserve"> (в том числе эвакуационных), а также мест проживания, обслуживания и приложения труда;</w:t>
      </w:r>
    </w:p>
    <w:p w:rsidR="00000000" w:rsidRDefault="001D7768">
      <w:pPr>
        <w:ind w:firstLine="720"/>
        <w:jc w:val="both"/>
      </w:pPr>
      <w:r>
        <w:t>- своевременное получение МГН полноценной и качественной информации, позволяющей ориентироваться в пространстве, использовать оборудование (в том числе для само</w:t>
      </w:r>
      <w:r>
        <w:t>обслуживания), получать услуги, участвовать в трудовом и учебном процессе и т.д.;</w:t>
      </w:r>
    </w:p>
    <w:p w:rsidR="00000000" w:rsidRDefault="001D7768">
      <w:pPr>
        <w:ind w:firstLine="720"/>
        <w:jc w:val="both"/>
      </w:pPr>
      <w:r>
        <w:t>- удобство и комфорт среды жизнедеятельности.</w:t>
      </w:r>
    </w:p>
    <w:p w:rsidR="00000000" w:rsidRDefault="001D7768">
      <w:pPr>
        <w:ind w:firstLine="720"/>
        <w:jc w:val="both"/>
      </w:pPr>
      <w:bookmarkStart w:id="8" w:name="sub_15"/>
      <w:r>
        <w:t>1.5 Проектные решения объектов, доступных для инвалидов, не должны ограничивать условия жизнедеятельности других групп нас</w:t>
      </w:r>
      <w:r>
        <w:t>еления, а также эффективность эксплуатации зданий.</w:t>
      </w:r>
    </w:p>
    <w:bookmarkEnd w:id="8"/>
    <w:p w:rsidR="00000000" w:rsidRDefault="001D7768">
      <w:pPr>
        <w:ind w:firstLine="720"/>
        <w:jc w:val="both"/>
      </w:pPr>
      <w:r>
        <w:t xml:space="preserve">С этой целью рекомендуется, как правило, проектировать адаптируемые к потребностям инвалидов </w:t>
      </w:r>
      <w:hyperlink w:anchor="sub_1016" w:history="1">
        <w:r>
          <w:rPr>
            <w:rStyle w:val="a4"/>
          </w:rPr>
          <w:t>универсальные элементы</w:t>
        </w:r>
      </w:hyperlink>
      <w:r>
        <w:t xml:space="preserve"> зданий и сооружений, используемые всеми группами населени</w:t>
      </w:r>
      <w:r>
        <w:t xml:space="preserve">я. Необходимость применения </w:t>
      </w:r>
      <w:hyperlink w:anchor="sub_1011" w:history="1">
        <w:r>
          <w:rPr>
            <w:rStyle w:val="a4"/>
          </w:rPr>
          <w:t>специализированных элементов</w:t>
        </w:r>
      </w:hyperlink>
      <w:r>
        <w:t>, учитывающих специфические потребности инвалидов, устанавливается заданием на проектирование.</w:t>
      </w:r>
    </w:p>
    <w:p w:rsidR="00000000" w:rsidRDefault="001D7768">
      <w:pPr>
        <w:ind w:firstLine="720"/>
        <w:jc w:val="both"/>
      </w:pPr>
      <w:bookmarkStart w:id="9" w:name="sub_16"/>
      <w:r>
        <w:t xml:space="preserve">1.6 При проектировании, оборудовании и оснащении зданий и сооружений, </w:t>
      </w:r>
      <w:hyperlink w:anchor="sub_1003" w:history="1">
        <w:r>
          <w:rPr>
            <w:rStyle w:val="a4"/>
          </w:rPr>
          <w:t>доступных для МГН</w:t>
        </w:r>
      </w:hyperlink>
      <w:r>
        <w:t xml:space="preserve">, должны выполняться положения </w:t>
      </w:r>
      <w:hyperlink r:id="rId38" w:history="1">
        <w:r>
          <w:rPr>
            <w:rStyle w:val="a4"/>
          </w:rPr>
          <w:t>Федерального закона</w:t>
        </w:r>
      </w:hyperlink>
      <w:r>
        <w:t xml:space="preserve"> "О санитарно-эпидемиологическом благополучии населения" от 30 марта 1999 г. N 52-ФЗ (Собрание законодательства Российской Федерац</w:t>
      </w:r>
      <w:r>
        <w:t>ии, 1999, N 14, ст. 1650).</w:t>
      </w:r>
    </w:p>
    <w:p w:rsidR="00000000" w:rsidRDefault="001D7768">
      <w:pPr>
        <w:ind w:firstLine="720"/>
        <w:jc w:val="both"/>
      </w:pPr>
      <w:bookmarkStart w:id="10" w:name="sub_17"/>
      <w:bookmarkEnd w:id="9"/>
      <w:r>
        <w:t xml:space="preserve">1.7 Используемые в тексте термины и их определения приведены в </w:t>
      </w:r>
      <w:hyperlink w:anchor="sub_1000" w:history="1">
        <w:r>
          <w:rPr>
            <w:rStyle w:val="a4"/>
          </w:rPr>
          <w:t>приложении А</w:t>
        </w:r>
      </w:hyperlink>
      <w:r>
        <w:t>.</w:t>
      </w:r>
    </w:p>
    <w:bookmarkEnd w:id="10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11" w:name="sub_2"/>
      <w:r>
        <w:t>2 Нормативные ссылки</w:t>
      </w:r>
    </w:p>
    <w:bookmarkEnd w:id="11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>В настоящих нормах и правилах использованы ссылки на следующие документы:</w:t>
      </w:r>
    </w:p>
    <w:p w:rsidR="00000000" w:rsidRDefault="001D7768">
      <w:pPr>
        <w:ind w:firstLine="720"/>
        <w:jc w:val="both"/>
      </w:pPr>
      <w:hyperlink r:id="rId39" w:history="1">
        <w:r>
          <w:rPr>
            <w:rStyle w:val="a4"/>
          </w:rPr>
          <w:t>СНиП 10-01-94</w:t>
        </w:r>
      </w:hyperlink>
      <w:r>
        <w:t xml:space="preserve"> "Система нормативных документов в строительстве. Основные положения".</w:t>
      </w:r>
    </w:p>
    <w:p w:rsidR="00000000" w:rsidRDefault="001D7768">
      <w:pPr>
        <w:ind w:firstLine="720"/>
        <w:jc w:val="both"/>
      </w:pPr>
      <w:hyperlink r:id="rId40" w:history="1">
        <w:r>
          <w:rPr>
            <w:rStyle w:val="a4"/>
          </w:rPr>
          <w:t>СНиП 21-01-97*</w:t>
        </w:r>
      </w:hyperlink>
      <w:r>
        <w:t xml:space="preserve"> "Пожарная безопасность зданий и сооружений".</w:t>
      </w:r>
    </w:p>
    <w:p w:rsidR="00000000" w:rsidRDefault="001D7768">
      <w:pPr>
        <w:ind w:firstLine="720"/>
        <w:jc w:val="both"/>
      </w:pPr>
      <w:hyperlink r:id="rId41" w:history="1">
        <w:r>
          <w:rPr>
            <w:rStyle w:val="a4"/>
          </w:rPr>
          <w:t>СНиП 23-05</w:t>
        </w:r>
        <w:r>
          <w:rPr>
            <w:rStyle w:val="a4"/>
          </w:rPr>
          <w:t>-95</w:t>
        </w:r>
      </w:hyperlink>
      <w:r>
        <w:t xml:space="preserve"> "Естественное и искусственное освещение".</w:t>
      </w:r>
    </w:p>
    <w:p w:rsidR="00000000" w:rsidRDefault="001D7768">
      <w:pPr>
        <w:ind w:firstLine="720"/>
        <w:jc w:val="both"/>
      </w:pPr>
      <w:hyperlink r:id="rId42" w:history="1">
        <w:r>
          <w:rPr>
            <w:rStyle w:val="a4"/>
          </w:rPr>
          <w:t>СНиП 2.04.05-91*</w:t>
        </w:r>
      </w:hyperlink>
      <w:r>
        <w:t xml:space="preserve"> "Отопление, вентиляция и кондиционирование".</w:t>
      </w:r>
    </w:p>
    <w:p w:rsidR="00000000" w:rsidRDefault="001D7768">
      <w:pPr>
        <w:ind w:firstLine="720"/>
        <w:jc w:val="both"/>
      </w:pPr>
      <w:hyperlink r:id="rId43" w:history="1">
        <w:r>
          <w:rPr>
            <w:rStyle w:val="a4"/>
          </w:rPr>
          <w:t>СНиП 2.08.01-89*</w:t>
        </w:r>
      </w:hyperlink>
      <w:r>
        <w:t xml:space="preserve"> "Жилые здания".</w:t>
      </w:r>
    </w:p>
    <w:p w:rsidR="00000000" w:rsidRDefault="001D7768">
      <w:pPr>
        <w:ind w:firstLine="720"/>
        <w:jc w:val="both"/>
      </w:pPr>
      <w:hyperlink r:id="rId44" w:history="1">
        <w:r>
          <w:rPr>
            <w:rStyle w:val="a4"/>
          </w:rPr>
          <w:t>СНиП 2.08.</w:t>
        </w:r>
        <w:r>
          <w:rPr>
            <w:rStyle w:val="a4"/>
          </w:rPr>
          <w:t>02-89*</w:t>
        </w:r>
      </w:hyperlink>
      <w:r>
        <w:t xml:space="preserve"> "Общественные здания и сооружения", </w:t>
      </w:r>
      <w:hyperlink r:id="rId45" w:history="1">
        <w:r>
          <w:rPr>
            <w:rStyle w:val="a4"/>
          </w:rPr>
          <w:t>раздел 4</w:t>
        </w:r>
      </w:hyperlink>
      <w:r>
        <w:t xml:space="preserve"> "Требования доступности для маломобильных посетителей".</w:t>
      </w:r>
    </w:p>
    <w:p w:rsidR="00000000" w:rsidRDefault="001D7768">
      <w:pPr>
        <w:ind w:firstLine="720"/>
        <w:jc w:val="both"/>
      </w:pPr>
      <w:hyperlink r:id="rId46" w:history="1">
        <w:r>
          <w:rPr>
            <w:rStyle w:val="a4"/>
          </w:rPr>
          <w:t>СНиП 31-03-2001</w:t>
        </w:r>
      </w:hyperlink>
      <w:r>
        <w:t xml:space="preserve"> "Производственные здания".</w:t>
      </w:r>
    </w:p>
    <w:p w:rsidR="00000000" w:rsidRDefault="001D7768">
      <w:pPr>
        <w:ind w:firstLine="720"/>
        <w:jc w:val="both"/>
      </w:pPr>
      <w:hyperlink r:id="rId47" w:history="1">
        <w:r>
          <w:rPr>
            <w:rStyle w:val="a4"/>
          </w:rPr>
          <w:t>СНиП 2.09.04-87*</w:t>
        </w:r>
      </w:hyperlink>
      <w:r>
        <w:t xml:space="preserve"> "Административные и бытовые здания".</w:t>
      </w:r>
    </w:p>
    <w:p w:rsidR="00000000" w:rsidRDefault="001D7768">
      <w:pPr>
        <w:ind w:firstLine="720"/>
        <w:jc w:val="both"/>
      </w:pPr>
      <w:r>
        <w:t>ГОСТ Р 50602-93 "Кресла-коляски. Максимальные габаритные размеры".</w:t>
      </w:r>
    </w:p>
    <w:p w:rsidR="00000000" w:rsidRDefault="001D7768">
      <w:pPr>
        <w:ind w:firstLine="720"/>
        <w:jc w:val="both"/>
      </w:pPr>
      <w:hyperlink r:id="rId48" w:history="1">
        <w:r>
          <w:rPr>
            <w:rStyle w:val="a4"/>
          </w:rPr>
          <w:t>ГОСТ Р 51261-99</w:t>
        </w:r>
      </w:hyperlink>
      <w:r>
        <w:t xml:space="preserve"> "Устройства опорные стационарные реабилитационные. Типы и технические требовани</w:t>
      </w:r>
      <w:r>
        <w:t>я".</w:t>
      </w:r>
    </w:p>
    <w:p w:rsidR="00000000" w:rsidRDefault="001D7768">
      <w:pPr>
        <w:ind w:firstLine="720"/>
        <w:jc w:val="both"/>
      </w:pPr>
      <w:hyperlink r:id="rId49" w:history="1">
        <w:r>
          <w:rPr>
            <w:rStyle w:val="a4"/>
          </w:rPr>
          <w:t>ГОСТ Р 51630-2000</w:t>
        </w:r>
      </w:hyperlink>
      <w:r>
        <w:t xml:space="preserve"> "Платформы подъемные с вертикальным и наклонным перемещением для инвалидов. Технические требования доступности".</w:t>
      </w:r>
    </w:p>
    <w:p w:rsidR="00000000" w:rsidRDefault="001D7768">
      <w:pPr>
        <w:ind w:firstLine="720"/>
        <w:jc w:val="both"/>
      </w:pPr>
      <w:hyperlink r:id="rId50" w:history="1">
        <w:r>
          <w:rPr>
            <w:rStyle w:val="a4"/>
          </w:rPr>
          <w:t>ГОСТ Р 51631-2000</w:t>
        </w:r>
      </w:hyperlink>
      <w:r>
        <w:t xml:space="preserve"> "Лифты пассажирские. Технические </w:t>
      </w:r>
      <w:r>
        <w:t>требования доступности для инвалидов".</w:t>
      </w:r>
    </w:p>
    <w:p w:rsidR="00000000" w:rsidRDefault="001D7768">
      <w:pPr>
        <w:ind w:firstLine="720"/>
        <w:jc w:val="both"/>
      </w:pPr>
      <w:r>
        <w:t>ГОСТ Р 51671-2000 "Средства связи и информации технические общего пользования, доступные для инвалидов. Классификация. Требования доступности и безопасности".</w:t>
      </w:r>
    </w:p>
    <w:p w:rsidR="00000000" w:rsidRDefault="001D7768">
      <w:pPr>
        <w:ind w:firstLine="720"/>
        <w:jc w:val="both"/>
      </w:pPr>
      <w:hyperlink r:id="rId51" w:history="1">
        <w:r>
          <w:rPr>
            <w:rStyle w:val="a4"/>
          </w:rPr>
          <w:t>ГОСТ 12.1.004-91</w:t>
        </w:r>
      </w:hyperlink>
      <w:r>
        <w:t xml:space="preserve"> "ССБТ. Пожарная безопасность. Общие требования".</w:t>
      </w:r>
    </w:p>
    <w:p w:rsidR="00000000" w:rsidRDefault="001D7768">
      <w:pPr>
        <w:ind w:firstLine="720"/>
        <w:jc w:val="both"/>
      </w:pPr>
      <w:hyperlink r:id="rId52" w:history="1">
        <w:r>
          <w:rPr>
            <w:rStyle w:val="a4"/>
          </w:rPr>
          <w:t>НПБ 104-95</w:t>
        </w:r>
      </w:hyperlink>
      <w:r>
        <w:t xml:space="preserve"> "Проектирование систем оповещения людей о пожаре в зданиях и сооружениях".</w:t>
      </w:r>
    </w:p>
    <w:p w:rsidR="00000000" w:rsidRDefault="001D7768">
      <w:pPr>
        <w:ind w:firstLine="720"/>
        <w:jc w:val="both"/>
      </w:pPr>
      <w:hyperlink r:id="rId53" w:history="1">
        <w:r>
          <w:rPr>
            <w:rStyle w:val="a4"/>
          </w:rPr>
          <w:t>НПБ 250-97</w:t>
        </w:r>
      </w:hyperlink>
      <w:r>
        <w:t xml:space="preserve"> "Лифты для транспортирования пожарных п</w:t>
      </w:r>
      <w:r>
        <w:t>одразделений в зданиях и сооружениях. Общие технические требования".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12" w:name="sub_3"/>
      <w:r>
        <w:t>3 Общие требования к зданиям, сооружениям и их участкам</w:t>
      </w:r>
    </w:p>
    <w:bookmarkEnd w:id="12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13" w:name="sub_31000"/>
      <w:r>
        <w:t>Участки и территории</w:t>
      </w:r>
    </w:p>
    <w:bookmarkEnd w:id="13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4" w:name="sub_31"/>
      <w:r>
        <w:t>3.1 В проектах должны быть предусмотрены условия беспрепятственного и удо</w:t>
      </w:r>
      <w:r>
        <w:t xml:space="preserve">бного передвижения </w:t>
      </w:r>
      <w:hyperlink w:anchor="sub_1006" w:history="1">
        <w:r>
          <w:rPr>
            <w:rStyle w:val="a4"/>
          </w:rPr>
          <w:t>МГН</w:t>
        </w:r>
      </w:hyperlink>
      <w:r>
        <w:t xml:space="preserve"> по участку к зданию или по территории предприятия, комплекса сооружений с учетом требований градостроительных норм. Система средств информационной поддержки должна быть обеспечена на всех путях движения, </w:t>
      </w:r>
      <w:hyperlink w:anchor="sub_1003" w:history="1">
        <w:r>
          <w:rPr>
            <w:rStyle w:val="a4"/>
          </w:rPr>
          <w:t>доступных для МГН</w:t>
        </w:r>
      </w:hyperlink>
      <w:r>
        <w:t xml:space="preserve"> на все время эксплуатации.</w:t>
      </w:r>
    </w:p>
    <w:p w:rsidR="00000000" w:rsidRDefault="001D7768">
      <w:pPr>
        <w:ind w:firstLine="720"/>
        <w:jc w:val="both"/>
      </w:pPr>
      <w:bookmarkStart w:id="15" w:name="sub_32"/>
      <w:bookmarkEnd w:id="14"/>
      <w:r>
        <w:t xml:space="preserve">3.2 Транспортные проезды на участке и пешеходные дороги на пути к объектам, посещаемым </w:t>
      </w:r>
      <w:hyperlink w:anchor="sub_1004" w:history="1">
        <w:r>
          <w:rPr>
            <w:rStyle w:val="a4"/>
          </w:rPr>
          <w:t>инвалидами</w:t>
        </w:r>
      </w:hyperlink>
      <w:r>
        <w:t>, допускается совмещать при соблюдении градостроитель</w:t>
      </w:r>
      <w:r>
        <w:t>ных требований к параметрам путей движения.</w:t>
      </w:r>
    </w:p>
    <w:p w:rsidR="00000000" w:rsidRDefault="001D7768">
      <w:pPr>
        <w:ind w:firstLine="720"/>
        <w:jc w:val="both"/>
      </w:pPr>
      <w:bookmarkStart w:id="16" w:name="sub_33"/>
      <w:bookmarkEnd w:id="15"/>
      <w:r>
        <w:t>3.3 Ширина пути движения на участке при встречном движении инвалидов на креслах-колясках должна быть не менее 1,8 м с учетом габаритных размеров кресел-колясок по ГОСТ Р 50602.</w:t>
      </w:r>
    </w:p>
    <w:bookmarkEnd w:id="16"/>
    <w:p w:rsidR="00000000" w:rsidRDefault="001D7768">
      <w:pPr>
        <w:ind w:firstLine="720"/>
        <w:jc w:val="both"/>
      </w:pPr>
      <w:r>
        <w:t xml:space="preserve">Продольный уклон </w:t>
      </w:r>
      <w:r>
        <w:t xml:space="preserve">пути движения, по которому возможен проезд инвалидов на креслах-колясках, как правило, не должен превышать 5%. При устройстве съездов с </w:t>
      </w:r>
      <w:r>
        <w:lastRenderedPageBreak/>
        <w:t>тротуара около здания и в затесненных местах допускается увеличивать продольный уклон до 10% на протяжении не более 10 м</w:t>
      </w:r>
      <w:r>
        <w:t>.</w:t>
      </w:r>
    </w:p>
    <w:p w:rsidR="00000000" w:rsidRDefault="001D7768">
      <w:pPr>
        <w:ind w:firstLine="720"/>
        <w:jc w:val="both"/>
      </w:pPr>
      <w:r>
        <w:t>Поперечный уклон пути движения следует принимать в пределах 1-2%.</w:t>
      </w:r>
    </w:p>
    <w:p w:rsidR="00000000" w:rsidRDefault="001D7768">
      <w:pPr>
        <w:ind w:firstLine="720"/>
        <w:jc w:val="both"/>
      </w:pPr>
      <w:bookmarkStart w:id="17" w:name="sub_34"/>
      <w:r>
        <w:t>3.4 Высоту бордюров по краям пешеходных путей на участке рекомендуется принимать не менее 0,05 м.</w:t>
      </w:r>
    </w:p>
    <w:bookmarkEnd w:id="17"/>
    <w:p w:rsidR="00000000" w:rsidRDefault="001D7768">
      <w:pPr>
        <w:ind w:firstLine="720"/>
        <w:jc w:val="both"/>
      </w:pPr>
      <w:r>
        <w:t>Высота бортового камня в местах пересечения тротуаров с проезжей частью, а так</w:t>
      </w:r>
      <w:r>
        <w:t>же перепад высот бордюров, бортовых камней вдоль эксплуатируемых газонов и озелененных площадок, примыкающих к путям пешеходного движения, не должны превышать 0,04 м.</w:t>
      </w:r>
    </w:p>
    <w:p w:rsidR="00000000" w:rsidRDefault="001D7768">
      <w:pPr>
        <w:ind w:firstLine="720"/>
        <w:jc w:val="both"/>
      </w:pPr>
      <w:bookmarkStart w:id="18" w:name="sub_35"/>
      <w:r>
        <w:t>3.5 При наличии на территории или участке подземных и надземных переходов их следуе</w:t>
      </w:r>
      <w:r>
        <w:t>т, как правило, оборудовать пандусами или подъемными устройствами, если нельзя организовать для МГН наземный проход.</w:t>
      </w:r>
    </w:p>
    <w:p w:rsidR="00000000" w:rsidRDefault="001D7768">
      <w:pPr>
        <w:ind w:firstLine="720"/>
        <w:jc w:val="both"/>
      </w:pPr>
      <w:bookmarkStart w:id="19" w:name="sub_36"/>
      <w:bookmarkEnd w:id="18"/>
      <w:r>
        <w:t xml:space="preserve">3.6 </w:t>
      </w:r>
      <w:hyperlink w:anchor="sub_1015" w:history="1">
        <w:r>
          <w:rPr>
            <w:rStyle w:val="a4"/>
          </w:rPr>
          <w:t>Тактильные средства</w:t>
        </w:r>
      </w:hyperlink>
      <w:r>
        <w:t>, выполняющие предупредительную функцию на покрытии пешеходных путей на участк</w:t>
      </w:r>
      <w:r>
        <w:t>е, следует размещать не менее чем за 0,8 м до объекта информации, начала опасного участка, изменения направления движения, входа и т.п.</w:t>
      </w:r>
    </w:p>
    <w:p w:rsidR="00000000" w:rsidRDefault="001D7768">
      <w:pPr>
        <w:ind w:firstLine="720"/>
        <w:jc w:val="both"/>
      </w:pPr>
      <w:bookmarkStart w:id="20" w:name="sub_37"/>
      <w:bookmarkEnd w:id="19"/>
      <w:r>
        <w:t>3.7 Для покрытий пешеходных дорожек, тротуаров и пандусов не допускается применение насыпных или крупнострук</w:t>
      </w:r>
      <w:r>
        <w:t>турных материалов, препятствующих передвижению МГН на креслах-колясках или с костылями. Покрытие из бетонных плит должно быть ровным, а толщина швов между плитами - не более 0,015 м.</w:t>
      </w:r>
    </w:p>
    <w:p w:rsidR="00000000" w:rsidRDefault="001D7768">
      <w:pPr>
        <w:ind w:firstLine="720"/>
        <w:jc w:val="both"/>
      </w:pPr>
      <w:bookmarkStart w:id="21" w:name="sub_38"/>
      <w:bookmarkEnd w:id="20"/>
      <w:r>
        <w:t xml:space="preserve">3.8 На </w:t>
      </w:r>
      <w:hyperlink w:anchor="sub_1010" w:history="1">
        <w:r>
          <w:rPr>
            <w:rStyle w:val="a4"/>
          </w:rPr>
          <w:t>путях движения</w:t>
        </w:r>
      </w:hyperlink>
      <w:r>
        <w:t xml:space="preserve"> МГН не допуск</w:t>
      </w:r>
      <w:r>
        <w:t>ается применять непрозрачные калитки на навесных петлях двустороннего действия, калитки с вращающимися полотнами, а также турникеты.</w:t>
      </w:r>
    </w:p>
    <w:p w:rsidR="00000000" w:rsidRDefault="001D7768">
      <w:pPr>
        <w:ind w:firstLine="720"/>
        <w:jc w:val="both"/>
      </w:pPr>
      <w:bookmarkStart w:id="22" w:name="sub_39"/>
      <w:bookmarkEnd w:id="21"/>
      <w:r>
        <w:t>3.9 Для открытых лестниц на перепадах рельефа рекомендуется принимать ширину проступей не менее 0,4 м, высоту п</w:t>
      </w:r>
      <w:r>
        <w:t>одъемов ступеней - не более 0,12 м. Все ступени наружных лестниц в пределах одного марша должны быть одинаковыми по форме в плане, по размерам ширины проступи и высоты подъема ступеней. Поперечный уклон наружных ступеней должен быть в пределах 1-2%.</w:t>
      </w:r>
    </w:p>
    <w:bookmarkEnd w:id="22"/>
    <w:p w:rsidR="00000000" w:rsidRDefault="001D7768">
      <w:pPr>
        <w:ind w:firstLine="720"/>
        <w:jc w:val="both"/>
      </w:pPr>
      <w:r>
        <w:t>Лестницы должны дублироваться пандусами, а при необходимости - другими средствами подъема.</w:t>
      </w:r>
    </w:p>
    <w:p w:rsidR="00000000" w:rsidRDefault="001D7768">
      <w:pPr>
        <w:ind w:firstLine="720"/>
        <w:jc w:val="both"/>
      </w:pPr>
      <w:bookmarkStart w:id="23" w:name="sub_310"/>
      <w:r>
        <w:t>3.10 Устройства и оборудование (почтовые ящики, укрытия таксофонов, информационные щиты и т.п.), размещаемые на стенах зданий, сооружений или на отдельных кон</w:t>
      </w:r>
      <w:r>
        <w:t xml:space="preserve">струкциях, а также выступающие </w:t>
      </w:r>
      <w:hyperlink w:anchor="sub_1017" w:history="1">
        <w:r>
          <w:rPr>
            <w:rStyle w:val="a4"/>
          </w:rPr>
          <w:t>элементы</w:t>
        </w:r>
      </w:hyperlink>
      <w:r>
        <w:t xml:space="preserve"> и части зданий и сооружений не должны сокращать нормируемое пространство для прохода, а также проезда и маневрирования кресла-коляски.</w:t>
      </w:r>
    </w:p>
    <w:bookmarkEnd w:id="23"/>
    <w:p w:rsidR="00000000" w:rsidRDefault="001D7768">
      <w:pPr>
        <w:ind w:firstLine="720"/>
        <w:jc w:val="both"/>
      </w:pPr>
      <w:r>
        <w:t>Объекты, нижняя кромка которых расположена на вы</w:t>
      </w:r>
      <w:r>
        <w:t>соте от 0,7 до 2,1 м от уровня пешеходного пути, не должны выступать за плоскость вертикальной конструкции более чем на 0,1 м, а при их размещении на отдельно стоящей опоре - не более 0,3 м. При увеличении выступающих размеров пространство под этими объект</w:t>
      </w:r>
      <w:r>
        <w:t>ами необходимо выделять бордюрным камнем, бортиком высотой не менее 0,05 м либо ограждениями высотой не менее 0,7 м и т.п.</w:t>
      </w:r>
    </w:p>
    <w:p w:rsidR="00000000" w:rsidRDefault="001D7768">
      <w:pPr>
        <w:ind w:firstLine="720"/>
        <w:jc w:val="both"/>
      </w:pPr>
      <w:r>
        <w:t>Таксофоны и другое специализированное оборудование для людей с недостатками зрения должны устанавливаться на горизонтальной плоскости</w:t>
      </w:r>
      <w:r>
        <w:t xml:space="preserve"> с применением рифленого покрытия или на отдельных плитах высотой до 0,04 м, край которых должен находиться от установленного оборудования на расстоянии 0,7-0,8 м.</w:t>
      </w:r>
    </w:p>
    <w:p w:rsidR="00000000" w:rsidRDefault="001D7768">
      <w:pPr>
        <w:ind w:firstLine="720"/>
        <w:jc w:val="both"/>
      </w:pPr>
      <w:r>
        <w:t>Формы и края подвесного оборудования должны быть скруглены.</w:t>
      </w:r>
    </w:p>
    <w:p w:rsidR="00000000" w:rsidRDefault="001D7768">
      <w:pPr>
        <w:ind w:firstLine="720"/>
        <w:jc w:val="both"/>
      </w:pPr>
      <w:bookmarkStart w:id="24" w:name="sub_311"/>
      <w:r>
        <w:t>3.11 Вход на территорию и</w:t>
      </w:r>
      <w:r>
        <w:t>ли участок следует оборудовать доступными для инвалидов элементами информации об объекте.</w:t>
      </w:r>
    </w:p>
    <w:bookmarkEnd w:id="24"/>
    <w:p w:rsidR="00000000" w:rsidRDefault="001D7768">
      <w:pPr>
        <w:ind w:firstLine="720"/>
        <w:jc w:val="both"/>
      </w:pPr>
      <w:r>
        <w:t xml:space="preserve">Вход на участок жилого одноквартирного дома рекомендуется оборудовать контрольно-охранными приборами или устройствами сигнализации, передающими </w:t>
      </w:r>
      <w:r>
        <w:lastRenderedPageBreak/>
        <w:t>информацию в жи</w:t>
      </w:r>
      <w:r>
        <w:t>лище для людей с недостатками зрения и дефектами слуха.</w:t>
      </w:r>
    </w:p>
    <w:p w:rsidR="00000000" w:rsidRDefault="001D7768">
      <w:pPr>
        <w:ind w:firstLine="720"/>
        <w:jc w:val="both"/>
      </w:pPr>
      <w:bookmarkStart w:id="25" w:name="sub_3312"/>
      <w:r>
        <w:t>3.12 На открытых индивидуальных автостоянках около учреждений обслуживания следует выделять не менее 10% мест (но не менее одного места) для транспорта инвалидов. Эти места должны обозначаться</w:t>
      </w:r>
      <w:r>
        <w:t xml:space="preserve"> знаками, принятыми в международной практике.</w:t>
      </w:r>
    </w:p>
    <w:bookmarkEnd w:id="25"/>
    <w:p w:rsidR="00000000" w:rsidRDefault="001D7768">
      <w:pPr>
        <w:ind w:firstLine="720"/>
        <w:jc w:val="both"/>
      </w:pPr>
      <w:r>
        <w:t>Места для личного автотранспорта инвалидов желательно размещать вблизи входа, доступного для инвалидов, но не далее 50 м, а при жилых зданиях - не далее 100 м. Ширина зоны для парковки автомобиля инвали</w:t>
      </w:r>
      <w:r>
        <w:t>да должна быть не менее 3,5 м.</w:t>
      </w:r>
    </w:p>
    <w:p w:rsidR="00000000" w:rsidRDefault="001D7768">
      <w:pPr>
        <w:ind w:firstLine="720"/>
        <w:jc w:val="both"/>
      </w:pPr>
      <w:r>
        <w:t xml:space="preserve">Площадки для остановки специализированных средств общественного транспорта, перевозящих только инвалидов, следует предусматривать на расстоянии не далее 100 м от входов в общественные здания, </w:t>
      </w:r>
      <w:hyperlink w:anchor="sub_1003" w:history="1">
        <w:r>
          <w:rPr>
            <w:rStyle w:val="a4"/>
          </w:rPr>
          <w:t xml:space="preserve">доступные </w:t>
        </w:r>
        <w:r>
          <w:rPr>
            <w:rStyle w:val="a4"/>
          </w:rPr>
          <w:t>для МГН</w:t>
        </w:r>
      </w:hyperlink>
      <w:r>
        <w:t>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26" w:name="sub_3200"/>
      <w:r>
        <w:t>Входы и пути движения</w:t>
      </w:r>
    </w:p>
    <w:bookmarkEnd w:id="26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27" w:name="sub_313"/>
      <w:r>
        <w:t xml:space="preserve">3.13 В здании должен быть как минимум один вход, приспособленный для </w:t>
      </w:r>
      <w:hyperlink w:anchor="sub_1006" w:history="1">
        <w:r>
          <w:rPr>
            <w:rStyle w:val="a4"/>
          </w:rPr>
          <w:t>МГН</w:t>
        </w:r>
      </w:hyperlink>
      <w:r>
        <w:t>, с поверхности земли и из каждого доступного для МГН подземного или надземного перехода, соединенн</w:t>
      </w:r>
      <w:r>
        <w:t>ого с этим зданием.</w:t>
      </w:r>
    </w:p>
    <w:p w:rsidR="00000000" w:rsidRDefault="001D7768">
      <w:pPr>
        <w:ind w:firstLine="720"/>
        <w:jc w:val="both"/>
      </w:pPr>
      <w:bookmarkStart w:id="28" w:name="sub_314"/>
      <w:bookmarkEnd w:id="27"/>
      <w:r>
        <w:t xml:space="preserve">3.14 Наружные лестницы и пандусы должны иметь поручни с учетом технических требований к опорным стационарным устройствам по </w:t>
      </w:r>
      <w:hyperlink r:id="rId54" w:history="1">
        <w:r>
          <w:rPr>
            <w:rStyle w:val="a4"/>
          </w:rPr>
          <w:t>ГОСТ Р 51261</w:t>
        </w:r>
      </w:hyperlink>
      <w:r>
        <w:t>.</w:t>
      </w:r>
    </w:p>
    <w:bookmarkEnd w:id="28"/>
    <w:p w:rsidR="00000000" w:rsidRDefault="001D7768">
      <w:pPr>
        <w:ind w:firstLine="720"/>
        <w:jc w:val="both"/>
      </w:pPr>
      <w:r>
        <w:t xml:space="preserve">При ширине лестниц на основных подходах </w:t>
      </w:r>
      <w:r>
        <w:t>к зданию 2,5 м и более следует дополнительно предусматривать разделительные поручни.</w:t>
      </w:r>
    </w:p>
    <w:p w:rsidR="00000000" w:rsidRDefault="001D7768">
      <w:pPr>
        <w:ind w:firstLine="720"/>
        <w:jc w:val="both"/>
      </w:pPr>
      <w:r>
        <w:t>Входная площадка при входах, доступных МГН, должна иметь: навес, водоотвод, а в зависимости от местных климатических условий - подогрев, что устанавливается заданием на пр</w:t>
      </w:r>
      <w:r>
        <w:t>оектирование.</w:t>
      </w:r>
    </w:p>
    <w:p w:rsidR="00000000" w:rsidRDefault="001D7768">
      <w:pPr>
        <w:ind w:firstLine="720"/>
        <w:jc w:val="both"/>
      </w:pPr>
      <w:r>
        <w:t>Поверхности 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00000" w:rsidRDefault="001D7768">
      <w:pPr>
        <w:ind w:firstLine="720"/>
        <w:jc w:val="both"/>
      </w:pPr>
      <w:bookmarkStart w:id="29" w:name="sub_315"/>
      <w:r>
        <w:t xml:space="preserve">3.15 Глубина тамбуров и тамбур-шлюзов должна быть не менее 1,8 м, а в жилых зданиях </w:t>
      </w:r>
      <w:r>
        <w:t>- не менее 1,5 м при ширине не менее 2,2 м.</w:t>
      </w:r>
    </w:p>
    <w:bookmarkEnd w:id="29"/>
    <w:p w:rsidR="00000000" w:rsidRDefault="001D7768">
      <w:pPr>
        <w:ind w:firstLine="720"/>
        <w:jc w:val="both"/>
      </w:pPr>
      <w:r>
        <w:t xml:space="preserve">Дренажные и водосборные решетки, устанавливаемые в полу тамбуров или входных площадок, должны устанавливаться заподлицо с поверхностью покрытия пола. Ширина просветов их ячеек не должна превышать 0,015 м. </w:t>
      </w:r>
      <w:r>
        <w:t>Предпочтительно применение решеток с ромбовидными или квадратными ячейками.</w:t>
      </w:r>
    </w:p>
    <w:p w:rsidR="00000000" w:rsidRDefault="001D7768">
      <w:pPr>
        <w:ind w:firstLine="720"/>
        <w:jc w:val="both"/>
      </w:pPr>
      <w:bookmarkStart w:id="30" w:name="sub_316"/>
      <w:r>
        <w:t xml:space="preserve">3.16 При наличии контроля на входе следует предусматривать контрольные устройства, приспособленные для пропуска тех категорий </w:t>
      </w:r>
      <w:hyperlink w:anchor="sub_1004" w:history="1">
        <w:r>
          <w:rPr>
            <w:rStyle w:val="a4"/>
          </w:rPr>
          <w:t>инвалидов</w:t>
        </w:r>
      </w:hyperlink>
      <w:r>
        <w:t>, для которы</w:t>
      </w:r>
      <w:r>
        <w:t>х будет доступен проектируемый объект.</w:t>
      </w:r>
    </w:p>
    <w:p w:rsidR="00000000" w:rsidRDefault="001D7768">
      <w:pPr>
        <w:ind w:firstLine="720"/>
        <w:jc w:val="both"/>
      </w:pPr>
      <w:bookmarkStart w:id="31" w:name="sub_317"/>
      <w:bookmarkEnd w:id="30"/>
      <w:r>
        <w:t>3.17 Помещения, где могут находиться инвалиды на креслах-колясках, следует, как правило, размещать на уровне входа, ближайшего к поверхности земли. При ином размещении помещений по высоте здания, кроме л</w:t>
      </w:r>
      <w:r>
        <w:t>естниц, следует предусматривать пандусы, подъемные платформы, лифты или другие приспособления для перемещения инвалидов.</w:t>
      </w:r>
    </w:p>
    <w:p w:rsidR="00000000" w:rsidRDefault="001D7768">
      <w:pPr>
        <w:ind w:firstLine="720"/>
        <w:jc w:val="both"/>
      </w:pPr>
      <w:bookmarkStart w:id="32" w:name="sub_318"/>
      <w:bookmarkEnd w:id="31"/>
      <w:r>
        <w:t>3.18 Пути движения МГН внутри здания следует проектировать в соответствии с нормативными требованиями к путям эвакуации л</w:t>
      </w:r>
      <w:r>
        <w:t>юдей из здания.</w:t>
      </w:r>
    </w:p>
    <w:bookmarkEnd w:id="32"/>
    <w:p w:rsidR="00000000" w:rsidRDefault="001D7768">
      <w:pPr>
        <w:ind w:firstLine="720"/>
        <w:jc w:val="both"/>
      </w:pPr>
      <w:r>
        <w:t>Ширина пути движения (в коридорах, помещениях, галереях и т.п.) в чистоте должна быть не менее: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при движении кресла-коляски</w:t>
      </w:r>
    </w:p>
    <w:p w:rsidR="00000000" w:rsidRDefault="001D7768">
      <w:pPr>
        <w:pStyle w:val="afd"/>
      </w:pPr>
      <w:r>
        <w:t xml:space="preserve">     в одном направлении                                           1,5 м,</w:t>
      </w:r>
    </w:p>
    <w:p w:rsidR="00000000" w:rsidRDefault="001D7768">
      <w:pPr>
        <w:pStyle w:val="afd"/>
      </w:pPr>
      <w:r>
        <w:t xml:space="preserve">     при встречном движении  </w:t>
      </w:r>
      <w:r>
        <w:t xml:space="preserve">                                      </w:t>
      </w:r>
      <w:r>
        <w:lastRenderedPageBreak/>
        <w:t>1,8 м.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>Ширину прохода в помещении с оборудованием и мебелью следует принимать не менее 1,2 м.</w:t>
      </w:r>
    </w:p>
    <w:p w:rsidR="00000000" w:rsidRDefault="001D7768">
      <w:pPr>
        <w:ind w:firstLine="720"/>
        <w:jc w:val="both"/>
      </w:pPr>
      <w:r>
        <w:t>Ширина балконов и лоджий должна быть, как правило, не менее 1,4 м в свету.</w:t>
      </w:r>
    </w:p>
    <w:p w:rsidR="00000000" w:rsidRDefault="001D7768">
      <w:pPr>
        <w:ind w:firstLine="720"/>
        <w:jc w:val="both"/>
      </w:pPr>
      <w:r>
        <w:t>Ширину коридора или перехода в другое здание сле</w:t>
      </w:r>
      <w:r>
        <w:t>дует принимать не менее 2,0 м.</w:t>
      </w:r>
    </w:p>
    <w:p w:rsidR="00000000" w:rsidRDefault="001D7768">
      <w:pPr>
        <w:ind w:firstLine="720"/>
        <w:jc w:val="both"/>
      </w:pPr>
      <w:r>
        <w:t>Подходы к различному оборудованию и мебели должны быть не менее 0,9 м, а при необходимости поворота кресла-коляски на 90° - не менее 1,2 м.</w:t>
      </w:r>
    </w:p>
    <w:p w:rsidR="00000000" w:rsidRDefault="001D7768">
      <w:pPr>
        <w:ind w:firstLine="720"/>
        <w:jc w:val="both"/>
      </w:pPr>
      <w:bookmarkStart w:id="33" w:name="sub_319"/>
      <w:r>
        <w:t>3.19 Диаметр зоны для самостоятельного разворота на 90-180° инвалида на кресле</w:t>
      </w:r>
      <w:r>
        <w:t>-коляске следует принимать не менее 1,4 м.</w:t>
      </w:r>
    </w:p>
    <w:bookmarkEnd w:id="33"/>
    <w:p w:rsidR="00000000" w:rsidRDefault="001D7768">
      <w:pPr>
        <w:ind w:firstLine="720"/>
        <w:jc w:val="both"/>
      </w:pPr>
      <w:r>
        <w:t>Около столов, прилавков и других мест обслуживания, у настенных приборов, аппаратов и устройств для инвалидов следует предусматривать свободное пространство размерами в плане не менее 0,9 х 1,5 м.</w:t>
      </w:r>
    </w:p>
    <w:p w:rsidR="00000000" w:rsidRDefault="001D7768">
      <w:pPr>
        <w:ind w:firstLine="720"/>
        <w:jc w:val="both"/>
      </w:pPr>
      <w:r>
        <w:t>Глубина п</w:t>
      </w:r>
      <w:r>
        <w:t>ространства для маневрирования кресла-коляски перед дверью при открывании "от себя" должна быть не менее 1,2 м, а при открывании "к себе" - не менее 1,5 м при ширине не менее 1,5 м.</w:t>
      </w:r>
    </w:p>
    <w:p w:rsidR="00000000" w:rsidRDefault="001D7768">
      <w:pPr>
        <w:ind w:firstLine="720"/>
        <w:jc w:val="both"/>
      </w:pPr>
      <w:bookmarkStart w:id="34" w:name="sub_320"/>
      <w:r>
        <w:t>3.20 Конструктивные элементы внутри зданий и устройства, размещаемы</w:t>
      </w:r>
      <w:r>
        <w:t>е в габаритах путей движения на стенах и других вертикальных поверхностях, должны иметь закругленные края, а также не должны выступать более чем на 0,1 м на высоте от 0,7 до 2,0 м от уровня пола. При размещении устройств, указателей на отдельно стоящей опо</w:t>
      </w:r>
      <w:r>
        <w:t>ре они не должны выступать более чем на 0,3 м.</w:t>
      </w:r>
    </w:p>
    <w:bookmarkEnd w:id="34"/>
    <w:p w:rsidR="00000000" w:rsidRDefault="001D7768">
      <w:pPr>
        <w:ind w:firstLine="720"/>
        <w:jc w:val="both"/>
      </w:pPr>
      <w:r>
        <w:t>Под маршем открытой лестницы и другими нависающими элементами внутри здания, имеющими размер в свету по высоте менее 1,9 м, следует устанавливать барьеры, ограждения и т.п.</w:t>
      </w:r>
    </w:p>
    <w:p w:rsidR="00000000" w:rsidRDefault="001D7768">
      <w:pPr>
        <w:ind w:firstLine="720"/>
        <w:jc w:val="both"/>
      </w:pPr>
      <w:bookmarkStart w:id="35" w:name="sub_321"/>
      <w:r>
        <w:t>3.21 Участки пола на п</w:t>
      </w:r>
      <w:r>
        <w:t xml:space="preserve">утях движения на расстоянии 0,6 м перед дверными проемами и входами на лестницы и пандусы, а также перед поворотом коммуникационных путей должны иметь предупредительную рифленую и/или контрастно окрашенную поверхность, допускается предусматривать световые </w:t>
      </w:r>
      <w:r>
        <w:t>маячки.</w:t>
      </w:r>
    </w:p>
    <w:p w:rsidR="00000000" w:rsidRDefault="001D7768">
      <w:pPr>
        <w:ind w:firstLine="720"/>
        <w:jc w:val="both"/>
      </w:pPr>
      <w:bookmarkStart w:id="36" w:name="sub_322"/>
      <w:bookmarkEnd w:id="35"/>
      <w:r>
        <w:t xml:space="preserve">3.22 В помещениях, доступных </w:t>
      </w:r>
      <w:hyperlink w:anchor="sub_1006" w:history="1">
        <w:r>
          <w:rPr>
            <w:rStyle w:val="a4"/>
          </w:rPr>
          <w:t>МГН</w:t>
        </w:r>
      </w:hyperlink>
      <w:r>
        <w:t>, не допускается применять ворсовые ковры с толщиной покрытия (с учетом высоты ворса) - более 0,013 м.</w:t>
      </w:r>
    </w:p>
    <w:bookmarkEnd w:id="36"/>
    <w:p w:rsidR="00000000" w:rsidRDefault="001D7768">
      <w:pPr>
        <w:ind w:firstLine="720"/>
        <w:jc w:val="both"/>
      </w:pPr>
      <w:r>
        <w:t>Ковровые покрытия на путях движения должны быть плотно закреплены,</w:t>
      </w:r>
      <w:r>
        <w:t xml:space="preserve"> особенно на стыках полотен и по границе разнородных покрытий.</w:t>
      </w:r>
    </w:p>
    <w:p w:rsidR="00000000" w:rsidRDefault="001D7768">
      <w:pPr>
        <w:ind w:firstLine="720"/>
        <w:jc w:val="both"/>
      </w:pPr>
      <w:bookmarkStart w:id="37" w:name="sub_323"/>
      <w:r>
        <w:t>3.23 Ширина дверных и открытых проемов в стене, а также выходов из помещений и из коридоров на лестничную клетку должна быть не менее 0,9 м. При глубине откоса открытого проема более 1,0</w:t>
      </w:r>
      <w:r>
        <w:t> м ширину проема следует принимать по ширине коммуникационного прохода, но не менее 1,2 м.</w:t>
      </w:r>
    </w:p>
    <w:bookmarkEnd w:id="37"/>
    <w:p w:rsidR="00000000" w:rsidRDefault="001D7768">
      <w:pPr>
        <w:ind w:firstLine="720"/>
        <w:jc w:val="both"/>
      </w:pPr>
      <w:r>
        <w:t>Дверные проемы, как правило, не должны иметь порогов и перепадов высот пола. При необходимости устройства порогов их высота или перепад высот не должен превыш</w:t>
      </w:r>
      <w:r>
        <w:t>ать 0,025 м.</w:t>
      </w:r>
    </w:p>
    <w:p w:rsidR="00000000" w:rsidRDefault="001D7768">
      <w:pPr>
        <w:ind w:firstLine="720"/>
        <w:jc w:val="both"/>
      </w:pPr>
      <w:bookmarkStart w:id="38" w:name="sub_324"/>
      <w:r>
        <w:t>3.24 В полотнах наружных дверей, доступных инвалидам, следует предусматривать смотровые панели, заполненные прозрачным и ударопрочным материалом, нижняя часть которых должна располагаться в пределах 0,3-0,9 м от уровня пола. Нижняя част</w:t>
      </w:r>
      <w:r>
        <w:t>ь дверных полотен на высоту не менее 0,3 м от уровня пола должна быть защищена противоударной полосой.</w:t>
      </w:r>
    </w:p>
    <w:p w:rsidR="00000000" w:rsidRDefault="001D7768">
      <w:pPr>
        <w:ind w:firstLine="720"/>
        <w:jc w:val="both"/>
      </w:pPr>
      <w:bookmarkStart w:id="39" w:name="sub_325"/>
      <w:bookmarkEnd w:id="38"/>
      <w:r>
        <w:t>3.25 Прозрачные двери и ограждения следует выполнять из ударопрочного материала. На прозрачных полотнах дверей следует предусматривать ярку</w:t>
      </w:r>
      <w:r>
        <w:t>ю контрастную маркировку высотой не менее 0,1 м и шириной не менее 0,2 м, расположенную на уровне не ниже 1,2 м и не выше 1,5 м от поверхности пешеходного пути.</w:t>
      </w:r>
    </w:p>
    <w:p w:rsidR="00000000" w:rsidRDefault="001D7768">
      <w:pPr>
        <w:ind w:firstLine="720"/>
        <w:jc w:val="both"/>
      </w:pPr>
      <w:bookmarkStart w:id="40" w:name="sub_326"/>
      <w:bookmarkEnd w:id="39"/>
      <w:r>
        <w:lastRenderedPageBreak/>
        <w:t xml:space="preserve">3.26 На </w:t>
      </w:r>
      <w:hyperlink w:anchor="sub_1010" w:history="1">
        <w:r>
          <w:rPr>
            <w:rStyle w:val="a4"/>
          </w:rPr>
          <w:t>путях движения</w:t>
        </w:r>
      </w:hyperlink>
      <w:r>
        <w:t xml:space="preserve"> МГН не допускается применять вра</w:t>
      </w:r>
      <w:r>
        <w:t>щающиеся двери и турникеты.</w:t>
      </w:r>
    </w:p>
    <w:bookmarkEnd w:id="40"/>
    <w:p w:rsidR="00000000" w:rsidRDefault="001D7768">
      <w:pPr>
        <w:ind w:firstLine="720"/>
        <w:jc w:val="both"/>
      </w:pPr>
      <w:r>
        <w:t xml:space="preserve">На путях движения МГН рекомендуется применять двери на петлях одностороннего действия с фиксаторами в положениях "открыто" и "закрыто". Следует также применять двери, обеспечивающие задержку автоматического закрывания </w:t>
      </w:r>
      <w:r>
        <w:t>дверей продолжительностью не менее 5 с.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41" w:name="sub_3300"/>
      <w:r>
        <w:t>Лестницы и пандусы</w:t>
      </w:r>
    </w:p>
    <w:bookmarkEnd w:id="41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42" w:name="sub_327"/>
      <w:r>
        <w:t>3.27 Ширина марша лестниц, доступных МГН, должна быть, как правило, не менее 1,35 м. При расчетной ширине марша лестницы 2,5 м и более следует предусматривать дополнительны</w:t>
      </w:r>
      <w:r>
        <w:t>е разделительные поручни.</w:t>
      </w:r>
    </w:p>
    <w:bookmarkEnd w:id="42"/>
    <w:p w:rsidR="00000000" w:rsidRDefault="001D7768">
      <w:pPr>
        <w:ind w:firstLine="720"/>
        <w:jc w:val="both"/>
      </w:pPr>
      <w:r>
        <w:t>Все ступени в пределах марша должны быть одинаковой геометрии и размеров по ширине проступи и высоте подъема ступеней. Допускается изменять рисунок проступей нижних ступеней первого марша открытых лестниц.</w:t>
      </w:r>
    </w:p>
    <w:p w:rsidR="00000000" w:rsidRDefault="001D7768">
      <w:pPr>
        <w:ind w:firstLine="720"/>
        <w:jc w:val="both"/>
      </w:pPr>
      <w:bookmarkStart w:id="43" w:name="sub_328"/>
      <w:r>
        <w:t>3.28 Ширин</w:t>
      </w:r>
      <w:r>
        <w:t>а проступей лестниц, кроме внутриквартирных, должна быть не менее 0,3 м, а высота подъема ступеней - не более 0,15 м. Уклоны лестниц должны быть не более 1:2.</w:t>
      </w:r>
    </w:p>
    <w:bookmarkEnd w:id="43"/>
    <w:p w:rsidR="00000000" w:rsidRDefault="001D7768">
      <w:pPr>
        <w:ind w:firstLine="720"/>
        <w:jc w:val="both"/>
      </w:pPr>
      <w:r>
        <w:t xml:space="preserve">Ступени лестниц на путях движения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 и других маломобильн</w:t>
      </w:r>
      <w:r>
        <w:t>ых групп населения должны быть сплошными, ровными, без выступов и с шероховатой поверхностью. Ребро ступени должно иметь закругление радиусом не более 0,05 м. Боковые края ступеней, не примыкающие к стенам, должны иметь бортики высотой не менее 0,02 м.</w:t>
      </w:r>
    </w:p>
    <w:p w:rsidR="00000000" w:rsidRDefault="001D7768">
      <w:pPr>
        <w:ind w:firstLine="720"/>
        <w:jc w:val="both"/>
      </w:pPr>
      <w:bookmarkStart w:id="44" w:name="sub_329"/>
      <w:r>
        <w:t>3.29 Максимальная высота одного подъема (марша) пандуса не должна превышать 0,8 м при уклоне не более 8%. При перепаде высот пола на путях движения 0,2 м и менее допускается увеличивать уклон пандуса до 10%. В исключительных случаях допускается предусм</w:t>
      </w:r>
      <w:r>
        <w:t>атривать винтовые пандусы.</w:t>
      </w:r>
    </w:p>
    <w:bookmarkEnd w:id="44"/>
    <w:p w:rsidR="00000000" w:rsidRDefault="001D7768">
      <w:pPr>
        <w:ind w:firstLine="720"/>
        <w:jc w:val="both"/>
      </w:pPr>
      <w:r>
        <w:t xml:space="preserve">Ширина пандуса при исключительно одностороннем движении должна быть не менее 1,0 м, в остальных случаях - принимать по ширине </w:t>
      </w:r>
      <w:hyperlink w:anchor="sub_1009" w:history="1">
        <w:r>
          <w:rPr>
            <w:rStyle w:val="a4"/>
          </w:rPr>
          <w:t>полосы движения</w:t>
        </w:r>
      </w:hyperlink>
      <w:r>
        <w:t xml:space="preserve"> согласно 3.18.</w:t>
      </w:r>
    </w:p>
    <w:p w:rsidR="00000000" w:rsidRDefault="001D7768">
      <w:pPr>
        <w:ind w:firstLine="720"/>
        <w:jc w:val="both"/>
      </w:pPr>
      <w:r>
        <w:t>Площадка на горизонтальном участке панд</w:t>
      </w:r>
      <w:r>
        <w:t>уса при прямом пути движения или на повороте должна быть глубиной не менее 1,5 м.</w:t>
      </w:r>
    </w:p>
    <w:p w:rsidR="00000000" w:rsidRDefault="001D7768">
      <w:pPr>
        <w:ind w:firstLine="720"/>
        <w:jc w:val="both"/>
      </w:pPr>
      <w:bookmarkStart w:id="45" w:name="sub_330"/>
      <w:r>
        <w:t>3.30 Несущие конструкции пандусов следует выполнять из негорючих материалов с пределом огнестойкости не менее R60, а ограждающих конструкций помещений пандусов - не ме</w:t>
      </w:r>
      <w:r>
        <w:t>нее R120.</w:t>
      </w:r>
    </w:p>
    <w:p w:rsidR="00000000" w:rsidRDefault="001D7768">
      <w:pPr>
        <w:ind w:firstLine="720"/>
        <w:jc w:val="both"/>
      </w:pPr>
      <w:bookmarkStart w:id="46" w:name="sub_331"/>
      <w:bookmarkEnd w:id="45"/>
      <w:r>
        <w:t>3.31 Следует предусматривать бортики высотой не менее 0,05 м по продольным краям маршей пандусов, а также вдоль кромки горизонтальных поверхностей при перепаде высот более 0,45 м для предотвращения соскальзывания трости или ноги.</w:t>
      </w:r>
    </w:p>
    <w:p w:rsidR="00000000" w:rsidRDefault="001D7768">
      <w:pPr>
        <w:ind w:firstLine="720"/>
        <w:jc w:val="both"/>
      </w:pPr>
      <w:bookmarkStart w:id="47" w:name="sub_332"/>
      <w:bookmarkEnd w:id="46"/>
      <w:r>
        <w:t>3.32 Вдоль обеих сторон всех лестниц и пандусов, а также у всех перепадов высот более 0,45 м необходимо устанавливать ограждения с поручнями. Поручни пандусов следует, как правило, располагать на высоте 0,7 и 0,9 м, у лестниц - на высоте 0,9 м,</w:t>
      </w:r>
      <w:r>
        <w:t xml:space="preserve"> а в дошкольных учреждениях также и на высоте 0,5 .</w:t>
      </w:r>
    </w:p>
    <w:bookmarkEnd w:id="47"/>
    <w:p w:rsidR="00000000" w:rsidRDefault="001D7768">
      <w:pPr>
        <w:ind w:firstLine="720"/>
        <w:jc w:val="both"/>
      </w:pPr>
      <w:r>
        <w:t>Поручень перил с внутренней стороны лестницы должен быть непрерывным по всей ее высоте. Завершающие части поручня должны быть длиннее марша или наклонной части пандуса на 0,3 м.</w:t>
      </w:r>
    </w:p>
    <w:p w:rsidR="00000000" w:rsidRDefault="001D7768">
      <w:pPr>
        <w:ind w:firstLine="720"/>
        <w:jc w:val="both"/>
      </w:pPr>
      <w:bookmarkStart w:id="48" w:name="sub_333"/>
      <w:r>
        <w:t>3.33 На верх</w:t>
      </w:r>
      <w:r>
        <w:t>ней или боковой, внешней по отношению к маршу, поверхности поручней перил должны предусматриваться рельефные обозначения этажей. Размеры цифр должны быть, не менее, м: ширина - 0,01, высота - 0,015, высота рельефа цифры - не менее 0,002 м.</w:t>
      </w:r>
    </w:p>
    <w:bookmarkEnd w:id="48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49" w:name="sub_340"/>
      <w:r>
        <w:t>Л</w:t>
      </w:r>
      <w:r>
        <w:t>ифты и подъемники</w:t>
      </w:r>
    </w:p>
    <w:bookmarkEnd w:id="49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50" w:name="sub_334"/>
      <w:r>
        <w:t>3.34 Здания следует оборудовать пассажирскими лифтами или подъемными платформами в случае размещения помещений, посещаемых инвалидами на креслах-колясках, на этажах выше или ниже этажа основного входа в здание (первого этаж</w:t>
      </w:r>
      <w:r>
        <w:t>а). Выбор способа подъема инвалидов и возможность дублирования этих способов подъема устанавливаются в проектном решении.</w:t>
      </w:r>
    </w:p>
    <w:p w:rsidR="00000000" w:rsidRDefault="001D7768">
      <w:pPr>
        <w:ind w:firstLine="720"/>
        <w:jc w:val="both"/>
      </w:pPr>
      <w:bookmarkStart w:id="51" w:name="sub_335"/>
      <w:bookmarkEnd w:id="50"/>
      <w:r>
        <w:t>3.35 Параметры кабины лифта, предназначенного для пользования инвалидом на кресле-коляске, должны иметь внутренние разме</w:t>
      </w:r>
      <w:r>
        <w:t>ры не менее, м: ширина - 1,1; глубина - 1,4. Для нового строительства общественных и производственных зданий рекомендуется применять лифты с шириной дверного проема не менее 0,9 м. В остальных случаях размер дверного проема устанавливается в задании на про</w:t>
      </w:r>
      <w:r>
        <w:t xml:space="preserve">ектирование по </w:t>
      </w:r>
      <w:hyperlink r:id="rId55" w:history="1">
        <w:r>
          <w:rPr>
            <w:rStyle w:val="a4"/>
          </w:rPr>
          <w:t>ГОСТ Р 51631</w:t>
        </w:r>
      </w:hyperlink>
      <w:r>
        <w:t>.</w:t>
      </w:r>
    </w:p>
    <w:p w:rsidR="00000000" w:rsidRDefault="001D7768">
      <w:pPr>
        <w:ind w:firstLine="720"/>
        <w:jc w:val="both"/>
      </w:pPr>
      <w:bookmarkStart w:id="52" w:name="sub_336"/>
      <w:bookmarkEnd w:id="51"/>
      <w:r>
        <w:t>3.36 В подвальном или цокольном этаже перед дверью лифта для инвалидов необходимо устройство тамбур-шлюза.</w:t>
      </w:r>
    </w:p>
    <w:p w:rsidR="00000000" w:rsidRDefault="001D7768">
      <w:pPr>
        <w:ind w:firstLine="720"/>
        <w:jc w:val="both"/>
      </w:pPr>
      <w:bookmarkStart w:id="53" w:name="sub_337"/>
      <w:bookmarkEnd w:id="52"/>
      <w:r>
        <w:t>3.37 Световая и звуковая информирующая сигнализация, соот</w:t>
      </w:r>
      <w:r>
        <w:t>ветствующая требованиям ГОСТ Р 51631, должна быть предусмотрена у каждой двери лифта, предназначенного для инвалидов на креслах-колясках.</w:t>
      </w:r>
    </w:p>
    <w:p w:rsidR="00000000" w:rsidRDefault="001D7768">
      <w:pPr>
        <w:ind w:firstLine="720"/>
        <w:jc w:val="both"/>
      </w:pPr>
      <w:bookmarkStart w:id="54" w:name="sub_338"/>
      <w:bookmarkEnd w:id="53"/>
      <w:r>
        <w:t xml:space="preserve">3.38 Число лифтов устанавливается согласно </w:t>
      </w:r>
      <w:hyperlink w:anchor="sub_2000" w:history="1">
        <w:r>
          <w:rPr>
            <w:rStyle w:val="a4"/>
          </w:rPr>
          <w:t>приложению Б</w:t>
        </w:r>
      </w:hyperlink>
      <w:r>
        <w:t>.</w:t>
      </w:r>
    </w:p>
    <w:bookmarkEnd w:id="54"/>
    <w:p w:rsidR="00000000" w:rsidRDefault="001D7768">
      <w:pPr>
        <w:ind w:firstLine="720"/>
        <w:jc w:val="both"/>
      </w:pPr>
      <w:r>
        <w:t>Следует примен</w:t>
      </w:r>
      <w:r>
        <w:t xml:space="preserve">ять лифты, оснащенные системами управления и противодымной защиты, соответствующими требованиям </w:t>
      </w:r>
      <w:hyperlink r:id="rId56" w:history="1">
        <w:r>
          <w:rPr>
            <w:rStyle w:val="a4"/>
          </w:rPr>
          <w:t>НПБ 250</w:t>
        </w:r>
      </w:hyperlink>
      <w:r>
        <w:t>.</w:t>
      </w:r>
    </w:p>
    <w:p w:rsidR="00000000" w:rsidRDefault="001D7768">
      <w:pPr>
        <w:ind w:firstLine="720"/>
        <w:jc w:val="both"/>
      </w:pPr>
      <w:bookmarkStart w:id="55" w:name="sub_339"/>
      <w:r>
        <w:t>3.39 Установку подъемных платформ для инвалидов с поражением опорно-двигательного аппарата, в том числе на кр</w:t>
      </w:r>
      <w:r>
        <w:t xml:space="preserve">еслах-колясках, следует предусматривать в соответствии с требованиями </w:t>
      </w:r>
      <w:hyperlink r:id="rId57" w:history="1">
        <w:r>
          <w:rPr>
            <w:rStyle w:val="a4"/>
          </w:rPr>
          <w:t>ГОСТ Р 51630</w:t>
        </w:r>
      </w:hyperlink>
      <w:r>
        <w:t>.</w:t>
      </w:r>
    </w:p>
    <w:bookmarkEnd w:id="55"/>
    <w:p w:rsidR="00000000" w:rsidRDefault="001D7768">
      <w:pPr>
        <w:ind w:firstLine="720"/>
        <w:jc w:val="both"/>
      </w:pPr>
      <w:r>
        <w:t>Выходы из подъемника следует предусматривать только в уровне этажей, имеющих помещения для проживания или целевого посещения инвал</w:t>
      </w:r>
      <w:r>
        <w:t>идами.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56" w:name="sub_305"/>
      <w:r>
        <w:t>Пути эвакуации</w:t>
      </w:r>
    </w:p>
    <w:bookmarkEnd w:id="56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57" w:name="sub_3400"/>
      <w:r>
        <w:t xml:space="preserve">3.40 Проектные решения зданий и сооружений должны обеспечивать безопасность </w:t>
      </w:r>
      <w:hyperlink w:anchor="sub_1006" w:history="1">
        <w:r>
          <w:rPr>
            <w:rStyle w:val="a4"/>
          </w:rPr>
          <w:t>МГН</w:t>
        </w:r>
      </w:hyperlink>
      <w:r>
        <w:t xml:space="preserve"> в соответствии с требованиями </w:t>
      </w:r>
      <w:hyperlink r:id="rId58" w:history="1">
        <w:r>
          <w:rPr>
            <w:rStyle w:val="a4"/>
          </w:rPr>
          <w:t>СНиП 21-01</w:t>
        </w:r>
      </w:hyperlink>
      <w:r>
        <w:t xml:space="preserve"> и </w:t>
      </w:r>
      <w:hyperlink r:id="rId59" w:history="1">
        <w:r>
          <w:rPr>
            <w:rStyle w:val="a4"/>
          </w:rPr>
          <w:t>ГОСТ 12.1.004</w:t>
        </w:r>
      </w:hyperlink>
      <w:r>
        <w:t xml:space="preserve">, с учетом мобильности инвалидов различных категорий (устанавливается по </w:t>
      </w:r>
      <w:hyperlink w:anchor="sub_3000" w:history="1">
        <w:r>
          <w:rPr>
            <w:rStyle w:val="a4"/>
          </w:rPr>
          <w:t>приложению В</w:t>
        </w:r>
      </w:hyperlink>
      <w:r>
        <w:t>), их численности и места нахождения (работы, обслуживания, отдыха) в здании или сооружении.</w:t>
      </w:r>
    </w:p>
    <w:p w:rsidR="00000000" w:rsidRDefault="001D7768">
      <w:pPr>
        <w:ind w:firstLine="720"/>
        <w:jc w:val="both"/>
      </w:pPr>
      <w:bookmarkStart w:id="58" w:name="sub_341"/>
      <w:bookmarkEnd w:id="57"/>
      <w:r>
        <w:t>3.41 Места обслуживания и постоянного нахождения МГН должны располагаться на минимально возможных расстояниях от эвакуационных выходов из помещений, с этажей и из зданий наружу. При этом расстояние от дверей помещения с пребыванием инвалидов, вы</w:t>
      </w:r>
      <w:r>
        <w:t>ходящего в тупиковый коридор, до эвакуационного выхода с этажа не должно превышать 15 м.</w:t>
      </w:r>
    </w:p>
    <w:bookmarkEnd w:id="58"/>
    <w:p w:rsidR="00000000" w:rsidRDefault="001D7768">
      <w:pPr>
        <w:ind w:firstLine="720"/>
        <w:jc w:val="both"/>
      </w:pPr>
      <w:r>
        <w:t>Места для инвалидов в зрительных залах должны располагаться в отдельных рядах, выходящих на самостоятельный путь эвакуации, не пересекающийся с путями эвакуации</w:t>
      </w:r>
      <w:r>
        <w:t xml:space="preserve"> остальной части зрителей.</w:t>
      </w:r>
    </w:p>
    <w:p w:rsidR="00000000" w:rsidRDefault="001D7768">
      <w:pPr>
        <w:ind w:firstLine="720"/>
        <w:jc w:val="both"/>
      </w:pPr>
      <w:r>
        <w:t>Места для зрителей с поражением опорно-двигательного аппарата на трибунах спортивных сооружений и спортивно-зрелищных зданий следует предусматривать в зоне, непосредственно примыкающей к выходу на трибуну.</w:t>
      </w:r>
    </w:p>
    <w:p w:rsidR="00000000" w:rsidRDefault="001D7768">
      <w:pPr>
        <w:ind w:firstLine="720"/>
        <w:jc w:val="both"/>
      </w:pPr>
      <w:r>
        <w:t>Посадочные места (столы</w:t>
      </w:r>
      <w:r>
        <w:t>) для инвалидов в залах предприятий общественного питания следует располагать вблизи от эвакуационного выхода, но в непроходной зоне.</w:t>
      </w:r>
    </w:p>
    <w:p w:rsidR="00000000" w:rsidRDefault="001D7768">
      <w:pPr>
        <w:ind w:firstLine="720"/>
        <w:jc w:val="both"/>
      </w:pPr>
      <w:bookmarkStart w:id="59" w:name="sub_342"/>
      <w:r>
        <w:lastRenderedPageBreak/>
        <w:t>3.42 Ширина (в свету) участков эвакуационных путей, используемых МГН, должна быть не менее, м:</w:t>
      </w:r>
    </w:p>
    <w:bookmarkEnd w:id="59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дверей </w:t>
      </w:r>
      <w:r>
        <w:t>из помещений,   с   числом   находящихся</w:t>
      </w:r>
    </w:p>
    <w:p w:rsidR="00000000" w:rsidRDefault="001D7768">
      <w:pPr>
        <w:pStyle w:val="afd"/>
      </w:pPr>
      <w:r>
        <w:t xml:space="preserve">     в них не более</w:t>
      </w:r>
    </w:p>
    <w:p w:rsidR="00000000" w:rsidRDefault="001D7768">
      <w:pPr>
        <w:pStyle w:val="afd"/>
      </w:pPr>
      <w:r>
        <w:t xml:space="preserve">     15 человек                                                      0,9;</w:t>
      </w:r>
    </w:p>
    <w:p w:rsidR="00000000" w:rsidRDefault="001D7768">
      <w:pPr>
        <w:pStyle w:val="afd"/>
      </w:pPr>
      <w:r>
        <w:t xml:space="preserve">     проемов и дверей в остальных случаях;  проходов</w:t>
      </w:r>
    </w:p>
    <w:p w:rsidR="00000000" w:rsidRDefault="001D7768">
      <w:pPr>
        <w:pStyle w:val="afd"/>
      </w:pPr>
      <w:r>
        <w:t xml:space="preserve">     внутри помещений                                               </w:t>
      </w:r>
      <w:r>
        <w:t xml:space="preserve"> 1,2;</w:t>
      </w:r>
    </w:p>
    <w:p w:rsidR="00000000" w:rsidRDefault="001D7768">
      <w:pPr>
        <w:pStyle w:val="afd"/>
      </w:pPr>
      <w:r>
        <w:t xml:space="preserve">     переходных лоджий и балконов                                    1,5;</w:t>
      </w:r>
    </w:p>
    <w:p w:rsidR="00000000" w:rsidRDefault="001D7768">
      <w:pPr>
        <w:pStyle w:val="afd"/>
      </w:pPr>
      <w:r>
        <w:t xml:space="preserve">     коридоров, пандусов, используемых для эвакуации                 1,8.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60" w:name="sub_343"/>
      <w:r>
        <w:t>3.43 Не допускается предусматривать пути эвакуации по открытым металлическим наружным лестница</w:t>
      </w:r>
      <w:r>
        <w:t>м.</w:t>
      </w:r>
    </w:p>
    <w:bookmarkEnd w:id="60"/>
    <w:p w:rsidR="00000000" w:rsidRDefault="001D7768">
      <w:pPr>
        <w:ind w:firstLine="720"/>
        <w:jc w:val="both"/>
      </w:pPr>
      <w:r>
        <w:t>Пандус, служащий путем эвакуации с вышележащих этажей в реконструируемом здании или сооружении, должен быть непосредственно связан через тамбур с выходом наружу.</w:t>
      </w:r>
    </w:p>
    <w:p w:rsidR="00000000" w:rsidRDefault="001D7768">
      <w:pPr>
        <w:ind w:firstLine="720"/>
        <w:jc w:val="both"/>
      </w:pPr>
      <w:bookmarkStart w:id="61" w:name="sub_344"/>
      <w:r>
        <w:t>3.44 Конструкции эвакуационных путей должны быть класса К0 (непожароопасные),</w:t>
      </w:r>
      <w:r>
        <w:t xml:space="preserve"> предел их огнестойкости должен соответствовать требованиям </w:t>
      </w:r>
      <w:hyperlink r:id="rId60" w:history="1">
        <w:r>
          <w:rPr>
            <w:rStyle w:val="a4"/>
          </w:rPr>
          <w:t>таблицы 4*</w:t>
        </w:r>
      </w:hyperlink>
      <w:r>
        <w:t xml:space="preserve"> СНиП 21-01, а материалы их отделки и покрытия полов - требованиям </w:t>
      </w:r>
      <w:hyperlink r:id="rId61" w:history="1">
        <w:r>
          <w:rPr>
            <w:rStyle w:val="a4"/>
          </w:rPr>
          <w:t>6.25*</w:t>
        </w:r>
      </w:hyperlink>
      <w:r>
        <w:t xml:space="preserve"> СНиП 21-01.</w:t>
      </w:r>
    </w:p>
    <w:p w:rsidR="00000000" w:rsidRDefault="001D7768">
      <w:pPr>
        <w:ind w:firstLine="720"/>
        <w:jc w:val="both"/>
      </w:pPr>
      <w:bookmarkStart w:id="62" w:name="sub_345"/>
      <w:bookmarkEnd w:id="61"/>
      <w:r>
        <w:t xml:space="preserve">3.45 Если по </w:t>
      </w:r>
      <w:r>
        <w:t>проекту невозможно обеспечить эвакуацию МГН за необходимое время, то для их спасения на путях эвакуации следует предусматривать пожаробезопасную зону, из которой они могут эвакуироваться более продолжительное время или находиться в ней до прибытия спасател</w:t>
      </w:r>
      <w:r>
        <w:t>ьных подразделений.</w:t>
      </w:r>
    </w:p>
    <w:bookmarkEnd w:id="62"/>
    <w:p w:rsidR="00000000" w:rsidRDefault="001D7768">
      <w:pPr>
        <w:ind w:firstLine="720"/>
        <w:jc w:val="both"/>
      </w:pPr>
      <w:r>
        <w:t>Предельно допустимое расстояние от наиболее удаленной точки помещения с пребыванием МГН до двери в пожаробезопасную зону должно быть в пределах досягаемости за необходимое время эвакуации.</w:t>
      </w:r>
    </w:p>
    <w:p w:rsidR="00000000" w:rsidRDefault="001D7768">
      <w:pPr>
        <w:ind w:firstLine="720"/>
        <w:jc w:val="both"/>
      </w:pPr>
      <w:bookmarkStart w:id="63" w:name="sub_346"/>
      <w:r>
        <w:t>3.46 Площадь пожаробезопасной зон</w:t>
      </w:r>
      <w:r>
        <w:t xml:space="preserve">ы должна быть рассчитана на всех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, оставшихся на этаже, исходя из удельной площади, приходящейся на одного спасаемого, при условии возможности его маневрирования, </w:t>
      </w:r>
      <w:r w:rsidR="00E24B4A">
        <w:rPr>
          <w:noProof/>
        </w:rPr>
        <w:drawing>
          <wp:inline distT="0" distB="0" distL="0" distR="0">
            <wp:extent cx="495300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.:</w:t>
      </w:r>
    </w:p>
    <w:bookmarkEnd w:id="63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инвалид</w:t>
      </w:r>
      <w:r>
        <w:t xml:space="preserve"> в кресле-коляске                                       2,40;</w:t>
      </w:r>
    </w:p>
    <w:p w:rsidR="00000000" w:rsidRDefault="001D7768">
      <w:pPr>
        <w:pStyle w:val="afd"/>
      </w:pPr>
      <w:r>
        <w:t xml:space="preserve">     инвалид в кресле-коляске с сопровождающим                      2,65;</w:t>
      </w:r>
    </w:p>
    <w:p w:rsidR="00000000" w:rsidRDefault="001D7768">
      <w:pPr>
        <w:pStyle w:val="afd"/>
      </w:pPr>
      <w:r>
        <w:t xml:space="preserve">     инвалид, перемещающийся самостоятельно                         0,75;</w:t>
      </w:r>
    </w:p>
    <w:p w:rsidR="00000000" w:rsidRDefault="001D7768">
      <w:pPr>
        <w:pStyle w:val="afd"/>
      </w:pPr>
      <w:r>
        <w:t xml:space="preserve">     инвалид, перемещающийся с сопровождающим </w:t>
      </w:r>
      <w:r>
        <w:t xml:space="preserve">                      1,00.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>В состав пожаробезопасной зоны может включаться площадь примыкающей лоджии или балкона, отделенных противопожарными преградами от остальных помещений этажа.</w:t>
      </w:r>
    </w:p>
    <w:p w:rsidR="00000000" w:rsidRDefault="001D7768">
      <w:pPr>
        <w:ind w:firstLine="720"/>
        <w:jc w:val="both"/>
      </w:pPr>
      <w:bookmarkStart w:id="64" w:name="sub_347"/>
      <w:r>
        <w:t xml:space="preserve">3.47 Пожаробезопасные зоны следует предусматривать вблизи </w:t>
      </w:r>
      <w:r>
        <w:t xml:space="preserve">вертикальных коммуникаций или проектировать их как единый узел с выходом на незадымляемую лестничную клетку типа Н1 или в помещение для пандуса с аналогичными </w:t>
      </w:r>
      <w:r>
        <w:lastRenderedPageBreak/>
        <w:t>ограждающими конструкциями.</w:t>
      </w:r>
    </w:p>
    <w:p w:rsidR="00000000" w:rsidRDefault="001D7768">
      <w:pPr>
        <w:ind w:firstLine="720"/>
        <w:jc w:val="both"/>
      </w:pPr>
      <w:bookmarkStart w:id="65" w:name="sub_348"/>
      <w:bookmarkEnd w:id="64"/>
      <w:r>
        <w:t>3.48 Пожаробезопасная зона должна быть отделена от друг</w:t>
      </w:r>
      <w:r>
        <w:t>их помещений и примыкающих коридоров противопожарными преградами, имеющими пределы огнестойкости: стены - REI 90, перекрытия - REI 60, двери и окна - 1-го типа.</w:t>
      </w:r>
    </w:p>
    <w:p w:rsidR="00000000" w:rsidRDefault="001D7768">
      <w:pPr>
        <w:ind w:firstLine="720"/>
        <w:jc w:val="both"/>
      </w:pPr>
      <w:bookmarkStart w:id="66" w:name="sub_349"/>
      <w:bookmarkEnd w:id="65"/>
      <w:r>
        <w:t>3.49 Конструкции противопожарных зон должны быть класса К0 (непожароопасные), а м</w:t>
      </w:r>
      <w:r>
        <w:t xml:space="preserve">атериалы отделки и покрытий должны соответствовать требованиям </w:t>
      </w:r>
      <w:hyperlink r:id="rId63" w:history="1">
        <w:r>
          <w:rPr>
            <w:rStyle w:val="a4"/>
          </w:rPr>
          <w:t>6.25*</w:t>
        </w:r>
      </w:hyperlink>
      <w:r>
        <w:t xml:space="preserve"> СНиП 21-01.</w:t>
      </w:r>
    </w:p>
    <w:bookmarkEnd w:id="66"/>
    <w:p w:rsidR="00000000" w:rsidRDefault="001D7768">
      <w:pPr>
        <w:ind w:firstLine="720"/>
        <w:jc w:val="both"/>
      </w:pPr>
      <w:r>
        <w:t>Двери в пожаробезопасную зону должны быть противопожарными самозакрывающимися с уплотнениями в притворах.</w:t>
      </w:r>
    </w:p>
    <w:p w:rsidR="00000000" w:rsidRDefault="001D7768">
      <w:pPr>
        <w:ind w:firstLine="720"/>
        <w:jc w:val="both"/>
      </w:pPr>
      <w:bookmarkStart w:id="67" w:name="sub_350"/>
      <w:r>
        <w:t>3.50 Пожаробезопас</w:t>
      </w:r>
      <w:r>
        <w:t>ная зона должна быть незадымляемой. При пожаре в ней должно создаваться избыточное давление 20 Па при одной открытой двери эвакуационного выхода.</w:t>
      </w:r>
    </w:p>
    <w:bookmarkEnd w:id="67"/>
    <w:p w:rsidR="00000000" w:rsidRDefault="001D7768">
      <w:pPr>
        <w:ind w:firstLine="720"/>
        <w:jc w:val="both"/>
      </w:pPr>
      <w:r>
        <w:t>В шахтах лифтов, имеющих выходы в пожаробезопасную зону, должен быть создан подпор воздуха, соответству</w:t>
      </w:r>
      <w:r>
        <w:t xml:space="preserve">ющий требованиям </w:t>
      </w:r>
      <w:hyperlink r:id="rId64" w:history="1">
        <w:r>
          <w:rPr>
            <w:rStyle w:val="a4"/>
          </w:rPr>
          <w:t>СНиП 2.04.05</w:t>
        </w:r>
      </w:hyperlink>
      <w:r>
        <w:t>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68" w:name="sub_306"/>
      <w:r>
        <w:t>Внутреннее оборудование</w:t>
      </w:r>
    </w:p>
    <w:bookmarkEnd w:id="68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69" w:name="sub_351"/>
      <w:r>
        <w:t xml:space="preserve">3.51 </w:t>
      </w:r>
      <w:hyperlink w:anchor="sub_1011" w:history="1">
        <w:r>
          <w:rPr>
            <w:rStyle w:val="a4"/>
          </w:rPr>
          <w:t>Системы средств информации</w:t>
        </w:r>
      </w:hyperlink>
      <w:r>
        <w:t xml:space="preserve"> и сигнализации об опасности должны быть комплексными и предусматривать визуальную, зв</w:t>
      </w:r>
      <w:r>
        <w:t xml:space="preserve">уковую и тактильную информацию в помещениях (кроме помещений с мокрыми процессами), предназначенных для пребывания всех категорий инвалидов. Они должны соответствовать требованиям ГОСТ Р 51671, а также учитывать требования </w:t>
      </w:r>
      <w:hyperlink r:id="rId65" w:history="1">
        <w:r>
          <w:rPr>
            <w:rStyle w:val="a4"/>
          </w:rPr>
          <w:t>НПБ 104</w:t>
        </w:r>
      </w:hyperlink>
      <w:r>
        <w:t>.</w:t>
      </w:r>
    </w:p>
    <w:bookmarkEnd w:id="69"/>
    <w:p w:rsidR="00000000" w:rsidRDefault="001D7768">
      <w:pPr>
        <w:ind w:firstLine="720"/>
        <w:jc w:val="both"/>
      </w:pPr>
      <w:r>
        <w:t>Средства информации (в том числе знаки и символы) должны быть идентичными в пределах здания или комплекса зданий и сооружений, размещаемых в одном районе, предприятии и т.п. и соответствовать знакам, установленным действующими нормативны</w:t>
      </w:r>
      <w:r>
        <w:t>ми документами по стандартизации.</w:t>
      </w:r>
    </w:p>
    <w:p w:rsidR="00000000" w:rsidRDefault="001D7768">
      <w:pPr>
        <w:ind w:firstLine="720"/>
        <w:jc w:val="both"/>
      </w:pPr>
      <w:bookmarkStart w:id="70" w:name="sub_352"/>
      <w:r>
        <w:t xml:space="preserve">3.52 Система средств информации зон и помещений, доступных для посещения или проживания МГН (особенно в местах массового посещения), а также доступных для них входных узлов и </w:t>
      </w:r>
      <w:hyperlink w:anchor="sub_1010" w:history="1">
        <w:r>
          <w:rPr>
            <w:rStyle w:val="a4"/>
          </w:rPr>
          <w:t>путей движения</w:t>
        </w:r>
      </w:hyperlink>
      <w:r>
        <w:t xml:space="preserve"> должна обеспечивать непрерывность информации, своевременное ориентирование и однозначное опознание объектов и мест посещения. Она должна предусматривать возможность получения информации об ассортименте предоставляемых услуг, размещении и назначении функци</w:t>
      </w:r>
      <w:r>
        <w:t xml:space="preserve">ональных </w:t>
      </w:r>
      <w:hyperlink w:anchor="sub_1017" w:history="1">
        <w:r>
          <w:rPr>
            <w:rStyle w:val="a4"/>
          </w:rPr>
          <w:t>элементов</w:t>
        </w:r>
      </w:hyperlink>
      <w:r>
        <w:t>, расположении путей эвакуации, предупреждать об опасности в экстремальных ситуациях и т.п.</w:t>
      </w:r>
    </w:p>
    <w:p w:rsidR="00000000" w:rsidRDefault="001D7768">
      <w:pPr>
        <w:ind w:firstLine="720"/>
        <w:jc w:val="both"/>
      </w:pPr>
      <w:bookmarkStart w:id="71" w:name="sub_353"/>
      <w:bookmarkEnd w:id="70"/>
      <w:r>
        <w:t xml:space="preserve">3.53 </w:t>
      </w:r>
      <w:hyperlink w:anchor="sub_1002" w:history="1">
        <w:r>
          <w:rPr>
            <w:rStyle w:val="a4"/>
          </w:rPr>
          <w:t>Визуальная информация</w:t>
        </w:r>
      </w:hyperlink>
      <w:r>
        <w:t xml:space="preserve"> должна располагаться на контрастном фоне с размерами </w:t>
      </w:r>
      <w:r>
        <w:t>знаков, соответствующими расстоянию рассмотрения и быть увязана с художественным решением интерьера.</w:t>
      </w:r>
    </w:p>
    <w:p w:rsidR="00000000" w:rsidRDefault="001D7768">
      <w:pPr>
        <w:ind w:firstLine="720"/>
        <w:jc w:val="both"/>
      </w:pPr>
      <w:bookmarkStart w:id="72" w:name="sub_354"/>
      <w:bookmarkEnd w:id="71"/>
      <w:r>
        <w:t xml:space="preserve">3.54 Освещенность помещений и коммуникаций, </w:t>
      </w:r>
      <w:hyperlink w:anchor="sub_1003" w:history="1">
        <w:r>
          <w:rPr>
            <w:rStyle w:val="a4"/>
          </w:rPr>
          <w:t>доступных для МГН</w:t>
        </w:r>
      </w:hyperlink>
      <w:r>
        <w:t>, следует повышать на одну ступень по сравнению с треб</w:t>
      </w:r>
      <w:r>
        <w:t xml:space="preserve">ованиями </w:t>
      </w:r>
      <w:hyperlink r:id="rId66" w:history="1">
        <w:r>
          <w:rPr>
            <w:rStyle w:val="a4"/>
          </w:rPr>
          <w:t>СНиП 23-05</w:t>
        </w:r>
      </w:hyperlink>
      <w:r>
        <w:t>.</w:t>
      </w:r>
    </w:p>
    <w:bookmarkEnd w:id="72"/>
    <w:p w:rsidR="00000000" w:rsidRDefault="001D7768">
      <w:pPr>
        <w:ind w:firstLine="720"/>
        <w:jc w:val="both"/>
      </w:pPr>
      <w:r>
        <w:t>Перепад освещенности между соседними помещениями и зонами не должен быть более 1:4.</w:t>
      </w:r>
    </w:p>
    <w:p w:rsidR="00000000" w:rsidRDefault="001D7768">
      <w:pPr>
        <w:ind w:firstLine="720"/>
        <w:jc w:val="both"/>
      </w:pPr>
      <w:bookmarkStart w:id="73" w:name="sub_355"/>
      <w:r>
        <w:t>3.55 Синхронной (звуковой и световой) сигнализацией, подключенной к системе оповещения о пожаре, следу</w:t>
      </w:r>
      <w:r>
        <w:t xml:space="preserve">ет оборудовать помещения и зоны общественных зданий и сооружений, посещаемые </w:t>
      </w:r>
      <w:hyperlink w:anchor="sub_1006" w:history="1">
        <w:r>
          <w:rPr>
            <w:rStyle w:val="a4"/>
          </w:rPr>
          <w:t>МГН</w:t>
        </w:r>
      </w:hyperlink>
      <w:r>
        <w:t>, и производственные помещения, имеющие рабочие места для инвалидов.</w:t>
      </w:r>
    </w:p>
    <w:bookmarkEnd w:id="73"/>
    <w:p w:rsidR="00000000" w:rsidRDefault="001D7768">
      <w:pPr>
        <w:ind w:firstLine="720"/>
        <w:jc w:val="both"/>
      </w:pPr>
      <w:r>
        <w:t>Для аварийной звуковой сигнализации следует применять приборы, обеспечиваю</w:t>
      </w:r>
      <w:r>
        <w:t>щие уровень звука не менее 15 дБА в течение 30 с, при превышении максимального уровня звука в помещении на 5 дБА.</w:t>
      </w:r>
    </w:p>
    <w:p w:rsidR="00000000" w:rsidRDefault="001D7768">
      <w:pPr>
        <w:ind w:firstLine="720"/>
        <w:jc w:val="both"/>
      </w:pPr>
      <w:bookmarkStart w:id="74" w:name="sub_356"/>
      <w:r>
        <w:t xml:space="preserve">3.56 В вестибюлях общественных зданий следует предусматривать установку </w:t>
      </w:r>
      <w:r>
        <w:lastRenderedPageBreak/>
        <w:t>звуковых информаторов по типу телефонов-автоматов, которыми мог</w:t>
      </w:r>
      <w:r>
        <w:t xml:space="preserve">ут пользоваться посетители с недостатками зрения и </w:t>
      </w:r>
      <w:hyperlink w:anchor="sub_1013" w:history="1">
        <w:r>
          <w:rPr>
            <w:rStyle w:val="a4"/>
          </w:rPr>
          <w:t>текстофонов</w:t>
        </w:r>
      </w:hyperlink>
      <w:r>
        <w:t xml:space="preserve"> для посетителей с дефектами слуха.</w:t>
      </w:r>
    </w:p>
    <w:p w:rsidR="00000000" w:rsidRDefault="001D7768">
      <w:pPr>
        <w:ind w:firstLine="720"/>
        <w:jc w:val="both"/>
      </w:pPr>
      <w:bookmarkStart w:id="75" w:name="sub_357"/>
      <w:bookmarkEnd w:id="74"/>
      <w:r>
        <w:t xml:space="preserve">3.57 Замкнутые пространства зданий (помещения различного функционального назначения, кабинка туалета, лифт и т.п.), а </w:t>
      </w:r>
      <w:r>
        <w:t xml:space="preserve">также </w:t>
      </w:r>
      <w:hyperlink w:anchor="sub_1005" w:history="1">
        <w:r>
          <w:rPr>
            <w:rStyle w:val="a4"/>
          </w:rPr>
          <w:t>лифтовые холлы</w:t>
        </w:r>
      </w:hyperlink>
      <w:r>
        <w:t xml:space="preserve">, где маломобильный гражданин, в том числе с дефектами слуха, может оказаться один, должны быть оборудованы двусторонней связью с диспетчером или дежурным. В иных случаях следует предусматривать кнопку звонка. </w:t>
      </w:r>
      <w:r>
        <w:t>В общественной уборной электрический звонок или извещатель должен выводиться в дежурную комнату.</w:t>
      </w:r>
    </w:p>
    <w:bookmarkEnd w:id="75"/>
    <w:p w:rsidR="00000000" w:rsidRDefault="001D7768">
      <w:pPr>
        <w:ind w:firstLine="720"/>
        <w:jc w:val="both"/>
      </w:pPr>
      <w:r>
        <w:t>В таких помещениях (кабинах) должно предусматриваться аварийное освещение.</w:t>
      </w:r>
    </w:p>
    <w:p w:rsidR="00000000" w:rsidRDefault="001D7768">
      <w:pPr>
        <w:ind w:firstLine="720"/>
        <w:jc w:val="both"/>
      </w:pPr>
      <w:bookmarkStart w:id="76" w:name="sub_358"/>
      <w:r>
        <w:t>3.58 Приборы для открывания и закрытия дверей, горизонтальные поручни,</w:t>
      </w:r>
      <w:r>
        <w:t xml:space="preserve"> а также ручки, рычаги, краны и кнопки различных аппаратов, отверстия торговых и билетных автоматов и прочие устройства, которыми могут воспользоваться МГН внутри здания, следует устанавливать на высоте не более 1,1 м и не менее 0,85 м от пола и на расстоя</w:t>
      </w:r>
      <w:r>
        <w:t>нии не менее 0,4 м от боковой стены помещения или другой вертикальной плоскости.</w:t>
      </w:r>
    </w:p>
    <w:bookmarkEnd w:id="76"/>
    <w:p w:rsidR="00000000" w:rsidRDefault="001D7768">
      <w:pPr>
        <w:ind w:firstLine="720"/>
        <w:jc w:val="both"/>
      </w:pPr>
      <w:r>
        <w:t>Выключатели и розетки в помещениях следует предусматривать на высоте 0,8 м от уровня пола.</w:t>
      </w:r>
    </w:p>
    <w:p w:rsidR="00000000" w:rsidRDefault="001D7768">
      <w:pPr>
        <w:ind w:firstLine="720"/>
        <w:jc w:val="both"/>
      </w:pPr>
      <w:bookmarkStart w:id="77" w:name="sub_359"/>
      <w:r>
        <w:t>3.59 Следует применять дверные ручки, запоры, задвижки и другие прибор</w:t>
      </w:r>
      <w:r>
        <w:t xml:space="preserve">ы открывания и закрытия дверей, которые должны иметь форму, позволяющую </w:t>
      </w:r>
      <w:hyperlink w:anchor="sub_1004" w:history="1">
        <w:r>
          <w:rPr>
            <w:rStyle w:val="a4"/>
          </w:rPr>
          <w:t>инвалиду</w:t>
        </w:r>
      </w:hyperlink>
      <w:r>
        <w:t xml:space="preserve"> управлять ими одной рукой и не требующую применения слишком больших усилий или значительных поворотов руки в запястье. Целесообразно ориентироваться </w:t>
      </w:r>
      <w:r>
        <w:t>на применение легко управляемых приборов и механизмов, а также П-образных ручек.</w:t>
      </w:r>
    </w:p>
    <w:bookmarkEnd w:id="77"/>
    <w:p w:rsidR="00000000" w:rsidRDefault="001D7768">
      <w:pPr>
        <w:ind w:firstLine="720"/>
        <w:jc w:val="both"/>
      </w:pPr>
      <w:r>
        <w:t>Ручки на полотнах раздвижных дверей должны устанавливаться таким образом, чтобы при полностью открытых дверях эти ручки были легко доступными с обеих сторон стены.</w:t>
      </w:r>
    </w:p>
    <w:p w:rsidR="00000000" w:rsidRDefault="001D7768">
      <w:pPr>
        <w:ind w:firstLine="720"/>
        <w:jc w:val="both"/>
      </w:pPr>
      <w:r>
        <w:t>Ручк</w:t>
      </w:r>
      <w:r>
        <w:t>и дверей, расположенных в углу коридора или помещения, должны размещаться на расстоянии от боковой стены не менее 0,6 м.</w:t>
      </w:r>
    </w:p>
    <w:p w:rsidR="00000000" w:rsidRDefault="001D7768">
      <w:pPr>
        <w:ind w:firstLine="720"/>
        <w:jc w:val="both"/>
      </w:pPr>
      <w:bookmarkStart w:id="78" w:name="sub_360"/>
      <w:r>
        <w:t>3.60 На входных дверях в помещения, в которых опасно или категорически запрещено нахождение МГН (бойлерных, венткамерах, трансфо</w:t>
      </w:r>
      <w:r>
        <w:t>рматорных узлах и т.п.), следует устанавливать запоры, исключающие свободное попадание внутрь помещения. Дверные ручки подобных помещений должны иметь поверхность с опознавательными знаками или неровностями, ощущаемыми тактильно.</w:t>
      </w:r>
    </w:p>
    <w:p w:rsidR="00000000" w:rsidRDefault="001D7768">
      <w:pPr>
        <w:ind w:firstLine="720"/>
        <w:jc w:val="both"/>
      </w:pPr>
      <w:bookmarkStart w:id="79" w:name="sub_361"/>
      <w:bookmarkEnd w:id="78"/>
      <w:r>
        <w:t>3.61 И</w:t>
      </w:r>
      <w:r>
        <w:t>нформирующие обозначения помещений внутри здания должны дублироваться рельефными знаками и размещаться рядом с дверью, со стороны дверной ручки и крепиться на высоте от 1,4 до 1,75 м.</w:t>
      </w:r>
    </w:p>
    <w:bookmarkEnd w:id="79"/>
    <w:p w:rsidR="00000000" w:rsidRDefault="001D7768">
      <w:pPr>
        <w:ind w:firstLine="720"/>
        <w:jc w:val="both"/>
      </w:pPr>
      <w:r>
        <w:t>Нумерация шкафов в раздевальных и гардеробах должна быть рельефно</w:t>
      </w:r>
      <w:r>
        <w:t>й и на контрастном фоне.</w:t>
      </w:r>
    </w:p>
    <w:p w:rsidR="00000000" w:rsidRDefault="001D7768">
      <w:pPr>
        <w:ind w:firstLine="720"/>
        <w:jc w:val="both"/>
      </w:pPr>
      <w:bookmarkStart w:id="80" w:name="sub_362"/>
      <w:r>
        <w:t>3.62 Применяемые в проектах материалы, оснащение, оборудование, изделия, приборы, используемые инвалидами или контактирующие с ними, должны иметь гигиенические сертификаты органов государственной санитарно-эпидемиологической</w:t>
      </w:r>
      <w:r>
        <w:t xml:space="preserve"> службы.</w:t>
      </w:r>
    </w:p>
    <w:bookmarkEnd w:id="80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81" w:name="sub_307"/>
      <w:r>
        <w:t>Санитарно-гигиенические помещения</w:t>
      </w:r>
    </w:p>
    <w:bookmarkEnd w:id="81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82" w:name="sub_363"/>
      <w:r>
        <w:t xml:space="preserve">3.63 В общественных уборных, в том числе размещаемых в общественных и производственных зданиях (кроме указанных в </w:t>
      </w:r>
      <w:hyperlink r:id="rId67" w:history="1">
        <w:r>
          <w:rPr>
            <w:rStyle w:val="a4"/>
          </w:rPr>
          <w:t>3.51</w:t>
        </w:r>
      </w:hyperlink>
      <w:r>
        <w:t xml:space="preserve"> СНиП 2.08.02), необходимо п</w:t>
      </w:r>
      <w:r>
        <w:t>редусматривать не менее одной универсальной кабины, доступной для всех категорий граждан.</w:t>
      </w:r>
    </w:p>
    <w:bookmarkEnd w:id="82"/>
    <w:p w:rsidR="00000000" w:rsidRDefault="001D7768">
      <w:pPr>
        <w:ind w:firstLine="720"/>
        <w:jc w:val="both"/>
      </w:pPr>
      <w:r>
        <w:lastRenderedPageBreak/>
        <w:t>В любых общественных зданиях при расчетной численности посетителей 50 человек и более или при расчетной продолжительности нахождения посетителя в здании 60 мин</w:t>
      </w:r>
      <w:r>
        <w:t xml:space="preserve"> и более следует предусматривать уборную с универсальной кабиной.</w:t>
      </w:r>
    </w:p>
    <w:p w:rsidR="00000000" w:rsidRDefault="001D7768">
      <w:pPr>
        <w:ind w:firstLine="720"/>
        <w:jc w:val="both"/>
      </w:pPr>
      <w:bookmarkStart w:id="83" w:name="sub_364"/>
      <w:r>
        <w:t>3.64 Уборные в зданиях, где работают инвалиды, должны быть на каждом этаже, независимо от количества работающих, при этом не менее одной из общего числа кабин в уборных должна быть ун</w:t>
      </w:r>
      <w:r>
        <w:t>иверсальной.</w:t>
      </w:r>
    </w:p>
    <w:bookmarkEnd w:id="83"/>
    <w:p w:rsidR="00000000" w:rsidRDefault="001D7768">
      <w:pPr>
        <w:ind w:firstLine="720"/>
        <w:jc w:val="both"/>
      </w:pPr>
      <w:r>
        <w:t>Уборные для людей с недостатками зрения и инвалидов, пользующихся креслом-коляской, должны размещаться не далее 60 м от рабочего места. Нежелательно смежное размещение мужских и женских уборных для инвалидов по зрению.</w:t>
      </w:r>
    </w:p>
    <w:p w:rsidR="00000000" w:rsidRDefault="001D7768">
      <w:pPr>
        <w:ind w:firstLine="720"/>
        <w:jc w:val="both"/>
      </w:pPr>
      <w:bookmarkStart w:id="84" w:name="sub_365"/>
      <w:r>
        <w:t>3.65 В пом</w:t>
      </w:r>
      <w:r>
        <w:t>ещениях общественных душевых следует предусматривать не менее одной кабины, оборудованной для инвалида на кресле-коляске, перед которой следует предусматривать пространство для подъезда кресла-коляски.</w:t>
      </w:r>
    </w:p>
    <w:p w:rsidR="00000000" w:rsidRDefault="001D7768">
      <w:pPr>
        <w:ind w:firstLine="720"/>
        <w:jc w:val="both"/>
      </w:pPr>
      <w:bookmarkStart w:id="85" w:name="sub_366"/>
      <w:bookmarkEnd w:id="84"/>
      <w:r>
        <w:t>3.66 В санитарно-гигиенических помещения</w:t>
      </w:r>
      <w:r>
        <w:t>х количество кабин и устройств, необходимых для работающих на предприятии или в учреждении инвалидов с нарушением опорно-двигательного аппарата и недостатками зрения, следует определять из расчета: не менее 1 универсальной душевой кабины на 3 инвалидов, не</w:t>
      </w:r>
      <w:r>
        <w:t xml:space="preserve"> менее 1 раковины умывальника на 7 инвалидов независимо от санитарной характеристики производственных процессов.</w:t>
      </w:r>
    </w:p>
    <w:bookmarkEnd w:id="85"/>
    <w:p w:rsidR="00000000" w:rsidRDefault="001D7768">
      <w:pPr>
        <w:ind w:firstLine="720"/>
        <w:jc w:val="both"/>
      </w:pPr>
      <w:r>
        <w:t>Следует предусматривать закрытые душевые кабины с открыванием двери наружу и входом непосредственно из гардеробной.</w:t>
      </w:r>
    </w:p>
    <w:p w:rsidR="00000000" w:rsidRDefault="001D7768">
      <w:pPr>
        <w:ind w:firstLine="720"/>
        <w:jc w:val="both"/>
      </w:pPr>
      <w:r>
        <w:t>Умывальные для указа</w:t>
      </w:r>
      <w:r>
        <w:t>нных категорий инвалидов следует размещать непосредственно в гардеробном блоке или смежно с ним. При этом 40% расчетного количества умывальников целесообразно размещать вблизи рабочих мест.</w:t>
      </w:r>
    </w:p>
    <w:p w:rsidR="00000000" w:rsidRDefault="001D7768">
      <w:pPr>
        <w:ind w:firstLine="720"/>
        <w:jc w:val="both"/>
      </w:pPr>
      <w:bookmarkStart w:id="86" w:name="sub_367"/>
      <w:r>
        <w:t>3.67 Универсальная кабина уборной общего пользования должна</w:t>
      </w:r>
      <w:r>
        <w:t xml:space="preserve"> иметь размеры в плане не менее, м: ширина - 1,65, глубина - 1,8. В кабине рядом с унитазом следует предусматривать пространство для размещения кресла-коляски, а также крючки для одежды, костылей и других принадлежностей.</w:t>
      </w:r>
    </w:p>
    <w:bookmarkEnd w:id="86"/>
    <w:p w:rsidR="00000000" w:rsidRDefault="001D7768">
      <w:pPr>
        <w:ind w:firstLine="720"/>
        <w:jc w:val="both"/>
      </w:pPr>
      <w:r>
        <w:t>В универсальной кабине и др</w:t>
      </w:r>
      <w:r>
        <w:t xml:space="preserve">угих санитарно-гигиенических помещениях, предназначенных для пользования всеми категориями граждан, в том числе </w:t>
      </w:r>
      <w:hyperlink w:anchor="sub_1004" w:history="1">
        <w:r>
          <w:rPr>
            <w:rStyle w:val="a4"/>
          </w:rPr>
          <w:t>инвалидов</w:t>
        </w:r>
      </w:hyperlink>
      <w:r>
        <w:t>, следует предусматривать возможность установки в случае необходимости поручней, штанг, поворотных или откидн</w:t>
      </w:r>
      <w:r>
        <w:t>ых сидений.</w:t>
      </w:r>
    </w:p>
    <w:p w:rsidR="00000000" w:rsidRDefault="001D7768">
      <w:pPr>
        <w:ind w:firstLine="720"/>
        <w:jc w:val="both"/>
      </w:pPr>
      <w:bookmarkStart w:id="87" w:name="sub_368"/>
      <w:r>
        <w:t>3.68 Размеры в плане санитарно-гигиенических помещений для индивидуального пользования в жилых зданиях должны быть не менее, м:</w:t>
      </w:r>
    </w:p>
    <w:bookmarkEnd w:id="87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ванной комнаты или совмещенного санитарного</w:t>
      </w:r>
    </w:p>
    <w:p w:rsidR="00000000" w:rsidRDefault="001D7768">
      <w:pPr>
        <w:pStyle w:val="afd"/>
      </w:pPr>
      <w:r>
        <w:t xml:space="preserve">     узла                                           </w:t>
      </w:r>
      <w:r>
        <w:t xml:space="preserve">             2,2х2,2;</w:t>
      </w:r>
    </w:p>
    <w:p w:rsidR="00000000" w:rsidRDefault="001D7768">
      <w:pPr>
        <w:pStyle w:val="afd"/>
      </w:pPr>
      <w:r>
        <w:t xml:space="preserve">     уборной с умывальником (рукомойником)                       1,6х2,2;</w:t>
      </w:r>
    </w:p>
    <w:p w:rsidR="00000000" w:rsidRDefault="001D7768">
      <w:pPr>
        <w:pStyle w:val="afd"/>
      </w:pPr>
      <w:r>
        <w:t xml:space="preserve">     уборной без умывальника                                     1,2х1,6.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88" w:name="sub_369"/>
      <w:r>
        <w:t>3.69 Геометрические параметры зон, используемых инвалидами, в том числе на кре</w:t>
      </w:r>
      <w:r>
        <w:t>слах-колясках, в санитарно-бытовых помещениях общественных и производственных зданий следует принимать по таблице 1.</w:t>
      </w:r>
    </w:p>
    <w:bookmarkEnd w:id="88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rPr>
          <w:rStyle w:val="a3"/>
        </w:rPr>
        <w:t>Таблица 1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>┌─────────────────────────────────────────────┬─────────────────────</w:t>
      </w:r>
      <w:r>
        <w:lastRenderedPageBreak/>
        <w:t>────┐</w:t>
      </w:r>
    </w:p>
    <w:p w:rsidR="00000000" w:rsidRDefault="001D7768">
      <w:pPr>
        <w:pStyle w:val="afd"/>
      </w:pPr>
      <w:r>
        <w:t xml:space="preserve">│                Наименование                 </w:t>
      </w:r>
      <w:r>
        <w:t>│   Размеры в плане (в    │</w:t>
      </w:r>
    </w:p>
    <w:p w:rsidR="00000000" w:rsidRDefault="001D7768">
      <w:pPr>
        <w:pStyle w:val="afd"/>
      </w:pPr>
      <w:r>
        <w:t>│                                             │       чистоте), м       │</w:t>
      </w:r>
    </w:p>
    <w:p w:rsidR="00000000" w:rsidRDefault="001D7768">
      <w:pPr>
        <w:pStyle w:val="afd"/>
      </w:pPr>
      <w:r>
        <w:t>├─────────────────────────────────────────────┼─────────────────────────┤</w:t>
      </w:r>
    </w:p>
    <w:p w:rsidR="00000000" w:rsidRDefault="001D7768">
      <w:pPr>
        <w:pStyle w:val="afd"/>
      </w:pPr>
      <w:r>
        <w:t>│Кабины душевых:                              │                         │</w:t>
      </w:r>
    </w:p>
    <w:p w:rsidR="00000000" w:rsidRDefault="001D7768">
      <w:pPr>
        <w:pStyle w:val="afd"/>
      </w:pPr>
      <w:r>
        <w:t>│закры</w:t>
      </w:r>
      <w:r>
        <w:t>тые                                     │        1,8 х 1,8        │</w:t>
      </w:r>
    </w:p>
    <w:p w:rsidR="00000000" w:rsidRDefault="001D7768">
      <w:pPr>
        <w:pStyle w:val="afd"/>
      </w:pPr>
      <w:r>
        <w:t>│открытые и со сквозным проходом; полудушей   │        1,2 х 0,9        │</w:t>
      </w:r>
    </w:p>
    <w:p w:rsidR="00000000" w:rsidRDefault="001D7768">
      <w:pPr>
        <w:pStyle w:val="afd"/>
      </w:pPr>
      <w:r>
        <w:t>│                                             │                         │</w:t>
      </w:r>
    </w:p>
    <w:p w:rsidR="00000000" w:rsidRDefault="001D7768">
      <w:pPr>
        <w:pStyle w:val="afd"/>
      </w:pPr>
      <w:r>
        <w:t xml:space="preserve">│Кабины личной гигиены женщин           </w:t>
      </w:r>
      <w:r>
        <w:t xml:space="preserve">      │        1,8 х 2,6        │</w:t>
      </w:r>
    </w:p>
    <w:p w:rsidR="00000000" w:rsidRDefault="001D7768">
      <w:pPr>
        <w:pStyle w:val="afd"/>
      </w:pPr>
      <w:r>
        <w:t>│                                             │                         │</w:t>
      </w:r>
    </w:p>
    <w:p w:rsidR="00000000" w:rsidRDefault="001D7768">
      <w:pPr>
        <w:pStyle w:val="afd"/>
      </w:pPr>
      <w:r>
        <w:t>│Кабины уборных                               │        1,8 х 1,65       │</w:t>
      </w:r>
    </w:p>
    <w:p w:rsidR="00000000" w:rsidRDefault="001D7768">
      <w:pPr>
        <w:pStyle w:val="afd"/>
      </w:pPr>
      <w:r>
        <w:t>│                                             │                         │</w:t>
      </w:r>
    </w:p>
    <w:p w:rsidR="00000000" w:rsidRDefault="001D7768">
      <w:pPr>
        <w:pStyle w:val="afd"/>
      </w:pPr>
      <w:r>
        <w:t>│Скамьи в гардеробных                         │        0,6 х 0,8        │</w:t>
      </w:r>
    </w:p>
    <w:p w:rsidR="00000000" w:rsidRDefault="001D7768">
      <w:pPr>
        <w:pStyle w:val="afd"/>
      </w:pPr>
      <w:r>
        <w:t>│                                             │                         │</w:t>
      </w:r>
    </w:p>
    <w:p w:rsidR="00000000" w:rsidRDefault="001D7768">
      <w:pPr>
        <w:pStyle w:val="afd"/>
      </w:pPr>
      <w:r>
        <w:t>│Шкафы в гардеробных для  уличной  и  домашней│        0,4 х 0,5        │</w:t>
      </w:r>
    </w:p>
    <w:p w:rsidR="00000000" w:rsidRDefault="001D7768">
      <w:pPr>
        <w:pStyle w:val="afd"/>
      </w:pPr>
      <w:r>
        <w:t xml:space="preserve">│одежды                           </w:t>
      </w:r>
      <w:r>
        <w:t xml:space="preserve">            │                         │</w:t>
      </w:r>
    </w:p>
    <w:p w:rsidR="00000000" w:rsidRDefault="001D7768">
      <w:pPr>
        <w:pStyle w:val="afd"/>
      </w:pPr>
      <w:r>
        <w:t>└─────────────────────────────────────────────┴─────────────────────────┘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89" w:name="sub_370"/>
      <w:r>
        <w:t xml:space="preserve">3.70 Индивидуальные шкафы для хранения одежды инвалидов, пользующихся креслом-коляской, в раздевальных спортзалов следует располагать </w:t>
      </w:r>
      <w:r>
        <w:t>в нижнем ярусе, высотой не более 1,3 м от пола. При открытом способе хранения домашней одежды крючки в раздевальных должны устанавливаться на той же высоте.</w:t>
      </w:r>
    </w:p>
    <w:bookmarkEnd w:id="89"/>
    <w:p w:rsidR="00000000" w:rsidRDefault="001D7768">
      <w:pPr>
        <w:ind w:firstLine="720"/>
        <w:jc w:val="both"/>
      </w:pPr>
      <w:r>
        <w:t xml:space="preserve">Индивидуальные шкафы в бытовых помещениях предприятий и учреждений должны быть совмещенными </w:t>
      </w:r>
      <w:r>
        <w:t>(для хранения уличной, домашней и рабочей одежды).</w:t>
      </w:r>
    </w:p>
    <w:p w:rsidR="00000000" w:rsidRDefault="001D7768">
      <w:pPr>
        <w:ind w:firstLine="720"/>
        <w:jc w:val="both"/>
      </w:pPr>
      <w:bookmarkStart w:id="90" w:name="sub_371"/>
      <w:r>
        <w:t>3.71 Ширину проходов между рядами следует принимать, не менее, м:</w:t>
      </w:r>
    </w:p>
    <w:bookmarkEnd w:id="90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для   кабин  душевых  закрытых  и  открытых,</w:t>
      </w:r>
    </w:p>
    <w:p w:rsidR="00000000" w:rsidRDefault="001D7768">
      <w:pPr>
        <w:pStyle w:val="afd"/>
      </w:pPr>
      <w:r>
        <w:t xml:space="preserve">     умывальников групповых и одиночных, уборных,</w:t>
      </w:r>
    </w:p>
    <w:p w:rsidR="00000000" w:rsidRDefault="001D7768">
      <w:pPr>
        <w:pStyle w:val="afd"/>
      </w:pPr>
      <w:r>
        <w:t xml:space="preserve">     писсуаров          </w:t>
      </w:r>
      <w:r>
        <w:t xml:space="preserve">                                             1,8;</w:t>
      </w:r>
    </w:p>
    <w:p w:rsidR="00000000" w:rsidRDefault="001D7768">
      <w:pPr>
        <w:pStyle w:val="afd"/>
      </w:pPr>
      <w:r>
        <w:t xml:space="preserve">     для шкафов гардеробных со скамьями (с учетом</w:t>
      </w:r>
    </w:p>
    <w:p w:rsidR="00000000" w:rsidRDefault="001D7768">
      <w:pPr>
        <w:pStyle w:val="afd"/>
      </w:pPr>
      <w:r>
        <w:t xml:space="preserve">     скамей)                                                         2,4;</w:t>
      </w:r>
    </w:p>
    <w:p w:rsidR="00000000" w:rsidRDefault="001D7768">
      <w:pPr>
        <w:pStyle w:val="afd"/>
      </w:pPr>
      <w:r>
        <w:t xml:space="preserve">     то же, без скамей                                               1,8.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91" w:name="sub_372"/>
      <w:r>
        <w:t>3.72 Рекомендуется применение водопроводных кранов рычажного или нажимного действия, а при возможности - управляемых электронными системами.</w:t>
      </w:r>
    </w:p>
    <w:bookmarkEnd w:id="91"/>
    <w:p w:rsidR="00000000" w:rsidRDefault="001D7768">
      <w:pPr>
        <w:ind w:firstLine="720"/>
        <w:jc w:val="both"/>
      </w:pPr>
      <w:r>
        <w:t>Управление спуском воды в унитазе рекомендуется располагать на боковой стене кабины.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92" w:name="sub_4"/>
      <w:r>
        <w:t>4 Особые требован</w:t>
      </w:r>
      <w:r>
        <w:t>ия к среде жизнедеятельности маломобильных групп населения</w:t>
      </w:r>
    </w:p>
    <w:bookmarkEnd w:id="92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93" w:name="sub_401"/>
      <w:r>
        <w:t>Жилые здания и помещения</w:t>
      </w:r>
    </w:p>
    <w:bookmarkEnd w:id="93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94" w:name="sub_41"/>
      <w:r>
        <w:t>4.1 Жилые дома и жилые помещения общественных зданий следует проектировать, обеспечивая потребности инвалидов, включая:</w:t>
      </w:r>
    </w:p>
    <w:bookmarkEnd w:id="94"/>
    <w:p w:rsidR="00000000" w:rsidRDefault="001D7768">
      <w:pPr>
        <w:ind w:firstLine="720"/>
        <w:jc w:val="both"/>
      </w:pPr>
      <w:r>
        <w:t>- доступность кварт</w:t>
      </w:r>
      <w:r>
        <w:t>иры или жилого помещения от входа в здание;</w:t>
      </w:r>
    </w:p>
    <w:p w:rsidR="00000000" w:rsidRDefault="001D7768">
      <w:pPr>
        <w:ind w:firstLine="720"/>
        <w:jc w:val="both"/>
      </w:pPr>
      <w:r>
        <w:t>- доступность всех общественных помещений здания из квартиры или жилого помещения;</w:t>
      </w:r>
    </w:p>
    <w:p w:rsidR="00000000" w:rsidRDefault="001D7768">
      <w:pPr>
        <w:ind w:firstLine="720"/>
        <w:jc w:val="both"/>
      </w:pPr>
      <w:r>
        <w:t>- применение оборудования, отвечающего потребностям инвалидов;</w:t>
      </w:r>
    </w:p>
    <w:p w:rsidR="00000000" w:rsidRDefault="001D7768">
      <w:pPr>
        <w:ind w:firstLine="720"/>
        <w:jc w:val="both"/>
      </w:pPr>
      <w:r>
        <w:t xml:space="preserve">- обеспечение безопасности и удобства пользования оборудованием и </w:t>
      </w:r>
      <w:r>
        <w:t>приборами;</w:t>
      </w:r>
    </w:p>
    <w:p w:rsidR="00000000" w:rsidRDefault="001D7768">
      <w:pPr>
        <w:ind w:firstLine="720"/>
        <w:jc w:val="both"/>
      </w:pPr>
      <w:r>
        <w:t>- оборудование придомовой территории и собственно здания необходимыми информационными системами.</w:t>
      </w:r>
    </w:p>
    <w:p w:rsidR="00000000" w:rsidRDefault="001D7768">
      <w:pPr>
        <w:ind w:firstLine="720"/>
        <w:jc w:val="both"/>
      </w:pPr>
      <w:bookmarkStart w:id="95" w:name="sub_42"/>
      <w:r>
        <w:t>4.2 Многоквартирные жилые дома с квартирами, предназначенными для проживания инвалидов и людей пожилого возраста, следует проектировать не ниж</w:t>
      </w:r>
      <w:r>
        <w:t>е второй степени огнестойкости.</w:t>
      </w:r>
    </w:p>
    <w:p w:rsidR="00000000" w:rsidRDefault="001D7768">
      <w:pPr>
        <w:ind w:firstLine="720"/>
        <w:jc w:val="both"/>
      </w:pPr>
      <w:bookmarkStart w:id="96" w:name="sub_43"/>
      <w:bookmarkEnd w:id="95"/>
      <w:r>
        <w:t xml:space="preserve">4.3 В жилых домах муниципального социального жилищного фонда рекомендуется количество и специализацию квартир по отдельным категориям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 устанавливать заданием на проектирование.</w:t>
      </w:r>
    </w:p>
    <w:bookmarkEnd w:id="96"/>
    <w:p w:rsidR="00000000" w:rsidRDefault="001D7768">
      <w:pPr>
        <w:ind w:firstLine="720"/>
        <w:jc w:val="both"/>
      </w:pPr>
      <w:r>
        <w:t>При проектировании жилых помещений следует исходить из возможности последующего их дооснащения при необходимости с учетом потребностей отдельных категорий инвалидов и других маломобильных групп населения.</w:t>
      </w:r>
    </w:p>
    <w:p w:rsidR="00000000" w:rsidRDefault="001D7768">
      <w:pPr>
        <w:ind w:firstLine="720"/>
        <w:jc w:val="both"/>
      </w:pPr>
      <w:bookmarkStart w:id="97" w:name="sub_44"/>
      <w:r>
        <w:t xml:space="preserve">4.4 При размещении квартир для семей с </w:t>
      </w:r>
      <w:r>
        <w:t>инвалидами на креслах-колясках в уровне первого этажа следует обеспечивать возможность выхода непосредственно на придомовую территорию. Для отдельного входа через приквартирный тамбур и устройства подъемника рекомендуется увеличение площади квартиры на 12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1D7768">
      <w:pPr>
        <w:ind w:firstLine="720"/>
        <w:jc w:val="both"/>
      </w:pPr>
      <w:bookmarkStart w:id="98" w:name="sub_45"/>
      <w:bookmarkEnd w:id="97"/>
      <w:r>
        <w:t>4.5 Минимальный размер жилого помещения должен составлять:</w:t>
      </w:r>
    </w:p>
    <w:bookmarkEnd w:id="98"/>
    <w:p w:rsidR="00000000" w:rsidRDefault="001D7768">
      <w:pPr>
        <w:ind w:firstLine="720"/>
        <w:jc w:val="both"/>
      </w:pPr>
      <w:r>
        <w:t>для инвалида, передвигающегося на кресле-коляске, - не менее 12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000000" w:rsidRDefault="001D7768">
      <w:pPr>
        <w:ind w:firstLine="720"/>
        <w:jc w:val="both"/>
      </w:pPr>
      <w:r>
        <w:t>для инвалида, занимающегося индивидуально</w:t>
      </w:r>
      <w:r>
        <w:t>й трудовой деятельностью, - до 16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1D7768">
      <w:pPr>
        <w:ind w:firstLine="720"/>
        <w:jc w:val="both"/>
      </w:pPr>
      <w:bookmarkStart w:id="99" w:name="sub_46"/>
      <w:r>
        <w:t>4.6 Площадь кухни квартир для семей с инвалидами на креслах-колясках в жилых домах социального жилищного фонда следует принимать не менее 9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Ш</w:t>
      </w:r>
      <w:r>
        <w:t>ирина такой кухни должна быть не менее 2,3 м - при одностороннем размещении оборудования, 2,9 м - при двухстороннем или угловом размещении оборудования.</w:t>
      </w:r>
    </w:p>
    <w:bookmarkEnd w:id="99"/>
    <w:p w:rsidR="00000000" w:rsidRDefault="001D7768">
      <w:pPr>
        <w:ind w:firstLine="720"/>
        <w:jc w:val="both"/>
      </w:pPr>
      <w:r>
        <w:t>Кухни следует оснащать электроплитами.</w:t>
      </w:r>
    </w:p>
    <w:p w:rsidR="00000000" w:rsidRDefault="001D7768">
      <w:pPr>
        <w:ind w:firstLine="720"/>
        <w:jc w:val="both"/>
      </w:pPr>
      <w:bookmarkStart w:id="100" w:name="sub_47"/>
      <w:r>
        <w:t>4.7 Размеры санитарно-гигиенических помещений в квар</w:t>
      </w:r>
      <w:r>
        <w:t xml:space="preserve">тирах должны соответствовать требованиям, указанным в </w:t>
      </w:r>
      <w:hyperlink w:anchor="sub_368" w:history="1">
        <w:r>
          <w:rPr>
            <w:rStyle w:val="a4"/>
          </w:rPr>
          <w:t>3.68</w:t>
        </w:r>
      </w:hyperlink>
      <w:r>
        <w:t>.</w:t>
      </w:r>
    </w:p>
    <w:bookmarkEnd w:id="100"/>
    <w:p w:rsidR="00000000" w:rsidRDefault="001D7768">
      <w:pPr>
        <w:ind w:firstLine="720"/>
        <w:jc w:val="both"/>
      </w:pPr>
      <w:r>
        <w:t xml:space="preserve">В квартирах для семей с инвалидами, пользующимися креслами-колясками, вход </w:t>
      </w:r>
      <w:r>
        <w:lastRenderedPageBreak/>
        <w:t>в помещение, оборудованное унитазом, допускается проектировать из кухни или жилой комнаты.</w:t>
      </w:r>
    </w:p>
    <w:p w:rsidR="00000000" w:rsidRDefault="001D7768">
      <w:pPr>
        <w:ind w:firstLine="720"/>
        <w:jc w:val="both"/>
      </w:pPr>
      <w:bookmarkStart w:id="101" w:name="sub_48"/>
      <w:r>
        <w:t>4.8 Ширина подсобных помещений в квартирах для семей с инвалидами (в том числе на креслах-колясках) должна быть не менее, м:</w:t>
      </w:r>
    </w:p>
    <w:bookmarkEnd w:id="101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передней (с возможностью хранения</w:t>
      </w:r>
    </w:p>
    <w:p w:rsidR="00000000" w:rsidRDefault="001D7768">
      <w:pPr>
        <w:pStyle w:val="afd"/>
      </w:pPr>
      <w:r>
        <w:t xml:space="preserve">     кресла-коляски)                                                 1,6;</w:t>
      </w:r>
    </w:p>
    <w:p w:rsidR="00000000" w:rsidRDefault="001D7768">
      <w:pPr>
        <w:pStyle w:val="afd"/>
      </w:pPr>
      <w:r>
        <w:t xml:space="preserve">    </w:t>
      </w:r>
      <w:r>
        <w:t xml:space="preserve"> внутриквартирных коридоров                                     1,15.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02" w:name="sub_49"/>
      <w:r>
        <w:t>4.9 В жилых домах муниципального социального жилищного фонда следует предусматривать возможность устройства, при необходимости, в составе квартиры кладовой площадью не менее 4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для хранения инструментов, материалов и изделий, используемых и производимых инвалидами при работах на дому, а также для размещения тифлотехники и брайлевской литературы.</w:t>
      </w:r>
    </w:p>
    <w:p w:rsidR="00000000" w:rsidRDefault="001D7768">
      <w:pPr>
        <w:ind w:firstLine="720"/>
        <w:jc w:val="both"/>
      </w:pPr>
      <w:bookmarkStart w:id="103" w:name="sub_410"/>
      <w:bookmarkEnd w:id="102"/>
      <w:r>
        <w:t>4.10 В гостиницах, мотелях, пансионата</w:t>
      </w:r>
      <w:r>
        <w:t>х, кемпингах и т.п., как правило, 10% жилых мест должны проектироваться универсальными, с учетом расселения любых категорий посетителей (если в задании на проектирование не оговорено количество помещений, оборудованных по универсальному или специализирован</w:t>
      </w:r>
      <w:r>
        <w:t>ному принципу).</w:t>
      </w:r>
    </w:p>
    <w:p w:rsidR="00000000" w:rsidRDefault="001D7768">
      <w:pPr>
        <w:ind w:firstLine="720"/>
        <w:jc w:val="both"/>
      </w:pPr>
      <w:bookmarkStart w:id="104" w:name="sub_411"/>
      <w:bookmarkEnd w:id="103"/>
      <w:r>
        <w:t>4.11 Пожарную сигнализацию следует проектировать с учетом восприятия всеми категориями инвалидов.</w:t>
      </w:r>
    </w:p>
    <w:bookmarkEnd w:id="104"/>
    <w:p w:rsidR="00000000" w:rsidRDefault="001D7768">
      <w:pPr>
        <w:ind w:firstLine="720"/>
        <w:jc w:val="both"/>
      </w:pPr>
      <w:r>
        <w:t>Жилые помещения для инвалидов должны быть оборудованы автономными пожарными извещателями.</w:t>
      </w:r>
    </w:p>
    <w:p w:rsidR="00000000" w:rsidRDefault="001D7768">
      <w:pPr>
        <w:ind w:firstLine="720"/>
        <w:jc w:val="both"/>
      </w:pPr>
      <w:r>
        <w:t>Следует применять домофоны со з</w:t>
      </w:r>
      <w:r>
        <w:t>вуковой и световой сигнализацией.</w:t>
      </w:r>
    </w:p>
    <w:p w:rsidR="00000000" w:rsidRDefault="001D7768">
      <w:pPr>
        <w:ind w:firstLine="720"/>
        <w:jc w:val="both"/>
      </w:pPr>
      <w:r>
        <w:t>Места размещения и количество сигнализаторов определяются в задании на проектирование.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105" w:name="sub_402"/>
      <w:r>
        <w:t>Зоны обслуживания посетителей в общественных зданиях</w:t>
      </w:r>
    </w:p>
    <w:bookmarkEnd w:id="105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06" w:name="sub_412"/>
      <w:r>
        <w:t xml:space="preserve">4.12 В зоне обслуживания посетителей общественных зданий и </w:t>
      </w:r>
      <w:r>
        <w:t>сооружений различного назначения следует предусматривать места для инвалидов и других маломобильных групп населения из расчета не менее 5% общей вместимости учреждения или расчетного количества посетителей, в том числе и при выделении зон специализированно</w:t>
      </w:r>
      <w:r>
        <w:t xml:space="preserve">го обслуживания </w:t>
      </w:r>
      <w:hyperlink w:anchor="sub_1006" w:history="1">
        <w:r>
          <w:rPr>
            <w:rStyle w:val="a4"/>
          </w:rPr>
          <w:t>МГН</w:t>
        </w:r>
      </w:hyperlink>
      <w:r>
        <w:t xml:space="preserve"> в здании.</w:t>
      </w:r>
    </w:p>
    <w:p w:rsidR="00000000" w:rsidRDefault="001D7768">
      <w:pPr>
        <w:ind w:firstLine="720"/>
        <w:jc w:val="both"/>
      </w:pPr>
      <w:bookmarkStart w:id="107" w:name="sub_413"/>
      <w:bookmarkEnd w:id="106"/>
      <w:r>
        <w:t>4.13 При наличии нескольких идентичных мест (приборов, устройств и т.п.) обслуживания посетителей 5% их общего числа, но не менее одного, должны быть запроектированы так, чтобы инвалид м</w:t>
      </w:r>
      <w:r>
        <w:t>ог ими воспользоваться.</w:t>
      </w:r>
    </w:p>
    <w:p w:rsidR="00000000" w:rsidRDefault="001D7768">
      <w:pPr>
        <w:ind w:firstLine="720"/>
        <w:jc w:val="both"/>
      </w:pPr>
      <w:bookmarkStart w:id="108" w:name="sub_414"/>
      <w:bookmarkEnd w:id="107"/>
      <w:r>
        <w:t>4.14 На каждом этаже, доступном для МГН, следует предусматривать зоны отдыха на 2-3 места, в том числе и для инвалидов на креслах-колясках.</w:t>
      </w:r>
    </w:p>
    <w:p w:rsidR="00000000" w:rsidRDefault="001D7768">
      <w:pPr>
        <w:ind w:firstLine="720"/>
        <w:jc w:val="both"/>
      </w:pPr>
      <w:bookmarkStart w:id="109" w:name="sub_415"/>
      <w:bookmarkEnd w:id="108"/>
      <w:r>
        <w:t>4.15 При проектировании интерьеров, подборе и расстановке прибор</w:t>
      </w:r>
      <w:r>
        <w:t>ов и устройств, технологического и другого оборудования следует исходить из того, что зона досягаемости для посетителя в кресле-коляске должна находиться в пределах:</w:t>
      </w:r>
    </w:p>
    <w:bookmarkEnd w:id="109"/>
    <w:p w:rsidR="00000000" w:rsidRDefault="001D7768">
      <w:pPr>
        <w:ind w:firstLine="720"/>
        <w:jc w:val="both"/>
      </w:pPr>
      <w:r>
        <w:t>при расположении сбоку от посетителя - не выше 1,4 м и не ниже 0,3 м от пола;</w:t>
      </w:r>
    </w:p>
    <w:p w:rsidR="00000000" w:rsidRDefault="001D7768">
      <w:pPr>
        <w:ind w:firstLine="720"/>
        <w:jc w:val="both"/>
      </w:pPr>
      <w:r>
        <w:t>при ф</w:t>
      </w:r>
      <w:r>
        <w:t>ронтальном подходе - не выше 1,2 м и не ниже 0,4 м от пола.</w:t>
      </w:r>
    </w:p>
    <w:p w:rsidR="00000000" w:rsidRDefault="001D7768">
      <w:pPr>
        <w:ind w:firstLine="720"/>
        <w:jc w:val="both"/>
      </w:pPr>
      <w:r>
        <w:t>Поверхность столов индивидуального пользования, прилавков и других мест обслуживания, используемых посетителями на креслах-колясках, должна находиться на высоте не более 0,8 м над уровнем пола.</w:t>
      </w:r>
    </w:p>
    <w:p w:rsidR="00000000" w:rsidRDefault="001D7768">
      <w:pPr>
        <w:ind w:firstLine="720"/>
        <w:jc w:val="both"/>
      </w:pPr>
      <w:bookmarkStart w:id="110" w:name="sub_416"/>
      <w:r>
        <w:t xml:space="preserve">4.16 Места для инвалидов в зальных помещениях следует располагать в </w:t>
      </w:r>
      <w:r>
        <w:lastRenderedPageBreak/>
        <w:t>доступной для них зоне зала, обеспечивающей: полноценное восприятие демонстрационных, зрелищных, информационных, музыкальных программ и материалов; удобный прием пищи (в обеденных зал</w:t>
      </w:r>
      <w:r>
        <w:t>ах или кулуарах при залах); оптимальные условия для работы (в читальных залах библиотек); отдыха (в зале ожидания).</w:t>
      </w:r>
    </w:p>
    <w:bookmarkEnd w:id="110"/>
    <w:p w:rsidR="00000000" w:rsidRDefault="001D7768">
      <w:pPr>
        <w:ind w:firstLine="720"/>
        <w:jc w:val="both"/>
      </w:pPr>
      <w:r>
        <w:t>В зальных помещениях не менее двух рассредоточенных выходов должны быть приспособлены для прохода МГН.</w:t>
      </w:r>
    </w:p>
    <w:p w:rsidR="00000000" w:rsidRDefault="001D7768">
      <w:pPr>
        <w:ind w:firstLine="720"/>
        <w:jc w:val="both"/>
      </w:pPr>
      <w:bookmarkStart w:id="111" w:name="sub_417"/>
      <w:r>
        <w:t xml:space="preserve">4.17 Места для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 в зрительных залах предпочтительнее располагать, как правило, в отдельных рядах, имеющих самостоятельный путь эвакуации, не пересекающийся с путями эвакуации остальной части зрителей. В зрительных залах с числом мест 800 и более</w:t>
      </w:r>
      <w:r>
        <w:t xml:space="preserve"> места для инвалидов в креслах-колясках следует рассредоточивать в различных зонах, размещая их в непосредственной близости от эвакуационных выходов, но в одном месте не более трех.</w:t>
      </w:r>
    </w:p>
    <w:bookmarkEnd w:id="111"/>
    <w:p w:rsidR="00000000" w:rsidRDefault="001D7768">
      <w:pPr>
        <w:ind w:firstLine="720"/>
        <w:jc w:val="both"/>
      </w:pPr>
      <w:r>
        <w:t xml:space="preserve">Расстояние от любого места пребывания инвалида в зальном помещении </w:t>
      </w:r>
      <w:r>
        <w:t>до эвакуационного выхода в коридор, фойе, наружу или до эвакуационного люка трибун спортивно-зрелищных залов не должно превышать 40 м. Ширина проходов должна быть увеличена на ширину свободного проезда кресла-коляски (0,9 м).</w:t>
      </w:r>
    </w:p>
    <w:p w:rsidR="00000000" w:rsidRDefault="001D7768">
      <w:pPr>
        <w:ind w:firstLine="720"/>
        <w:jc w:val="both"/>
      </w:pPr>
      <w:bookmarkStart w:id="112" w:name="sub_418"/>
      <w:r>
        <w:t>4.18 Перед эстрадой или</w:t>
      </w:r>
      <w:r>
        <w:t xml:space="preserve"> в конце зала вблизи проема-выезда следует предусматривать свободные площадки шириной в свету не менее 1,8 м для зрителей на креслах-колясках.</w:t>
      </w:r>
    </w:p>
    <w:p w:rsidR="00000000" w:rsidRDefault="001D7768">
      <w:pPr>
        <w:ind w:firstLine="720"/>
        <w:jc w:val="both"/>
      </w:pPr>
      <w:bookmarkStart w:id="113" w:name="sub_419"/>
      <w:bookmarkEnd w:id="112"/>
      <w:r>
        <w:t>4.19 У мест или зон для зрителей на креслах-колясках в аудиториях с амфитеатром, зрительных и лекци</w:t>
      </w:r>
      <w:r>
        <w:t>онных залах следует предусматривать меры безопасности (ограду, буферную полосу, поребрик и т.п.).</w:t>
      </w:r>
    </w:p>
    <w:p w:rsidR="00000000" w:rsidRDefault="001D7768">
      <w:pPr>
        <w:ind w:firstLine="720"/>
        <w:jc w:val="both"/>
      </w:pPr>
      <w:bookmarkStart w:id="114" w:name="sub_420"/>
      <w:bookmarkEnd w:id="113"/>
      <w:r>
        <w:t>4.20 В аудиториях, зрительных и лекционных залах вместимостью более 50 человек, оборудованных фиксированными сидячими местами, необходимо предус</w:t>
      </w:r>
      <w:r>
        <w:t>матривать не менее 4% кресел с вмонтированными системами индивидуального прослушивания.</w:t>
      </w:r>
    </w:p>
    <w:p w:rsidR="00000000" w:rsidRDefault="001D7768">
      <w:pPr>
        <w:ind w:firstLine="720"/>
        <w:jc w:val="both"/>
      </w:pPr>
      <w:bookmarkStart w:id="115" w:name="sub_421"/>
      <w:bookmarkEnd w:id="114"/>
      <w:r>
        <w:t>4.21 Места для лиц с дефектами слуха следует размещать на расстоянии не более 10 м от источника звука или оборудовать специальными персональными приборами</w:t>
      </w:r>
      <w:r>
        <w:t xml:space="preserve"> усиления звука.</w:t>
      </w:r>
    </w:p>
    <w:bookmarkEnd w:id="115"/>
    <w:p w:rsidR="00000000" w:rsidRDefault="001D7768">
      <w:pPr>
        <w:ind w:firstLine="720"/>
        <w:jc w:val="both"/>
      </w:pPr>
      <w:r>
        <w:t xml:space="preserve">Допускается применять в залах индукционный контур или другие индивидуальные беспроводные устройства. Эти места следует располагать в зоне хорошей видимости сцены и </w:t>
      </w:r>
      <w:hyperlink w:anchor="sub_1007" w:history="1">
        <w:r>
          <w:rPr>
            <w:rStyle w:val="a4"/>
          </w:rPr>
          <w:t>переводчика жестового языка</w:t>
        </w:r>
      </w:hyperlink>
      <w:r>
        <w:t>. Необходимость</w:t>
      </w:r>
      <w:r>
        <w:t xml:space="preserve"> выделения дополнительной зоны для переводчика устанавливается заданием на проектирование.</w:t>
      </w:r>
    </w:p>
    <w:p w:rsidR="00000000" w:rsidRDefault="001D7768">
      <w:pPr>
        <w:ind w:firstLine="720"/>
        <w:jc w:val="both"/>
      </w:pPr>
      <w:bookmarkStart w:id="116" w:name="sub_422"/>
      <w:r>
        <w:t xml:space="preserve">4.22 При невозможности применить </w:t>
      </w:r>
      <w:hyperlink w:anchor="sub_1002" w:history="1">
        <w:r>
          <w:rPr>
            <w:rStyle w:val="a4"/>
          </w:rPr>
          <w:t>визуальную информацию</w:t>
        </w:r>
      </w:hyperlink>
      <w:r>
        <w:t xml:space="preserve"> для инвалидов (по ГОСТ Р 51671 и </w:t>
      </w:r>
      <w:hyperlink r:id="rId69" w:history="1">
        <w:r>
          <w:rPr>
            <w:rStyle w:val="a4"/>
          </w:rPr>
          <w:t>НПБ 104</w:t>
        </w:r>
      </w:hyperlink>
      <w:r>
        <w:t xml:space="preserve">) </w:t>
      </w:r>
      <w:r>
        <w:t>в помещениях с особыми требованиями к художественному решению интерьеров, в экспозиционных залах художественных музеев, выставок и т.п. допускается использовать другие компенсирующие мероприятия.</w:t>
      </w:r>
    </w:p>
    <w:p w:rsidR="00000000" w:rsidRDefault="001D7768">
      <w:pPr>
        <w:ind w:firstLine="720"/>
        <w:jc w:val="both"/>
      </w:pPr>
      <w:bookmarkStart w:id="117" w:name="sub_423"/>
      <w:bookmarkEnd w:id="116"/>
      <w:r>
        <w:t xml:space="preserve">4.23 В помещениях раздевальных при спортивных </w:t>
      </w:r>
      <w:r>
        <w:t>сооружениях для занимающихся инвалидов следует предусматривать:</w:t>
      </w:r>
    </w:p>
    <w:bookmarkEnd w:id="117"/>
    <w:p w:rsidR="00000000" w:rsidRDefault="001D7768">
      <w:pPr>
        <w:ind w:firstLine="720"/>
        <w:jc w:val="both"/>
      </w:pPr>
      <w:r>
        <w:t>места для хранения кресел-колясок;</w:t>
      </w:r>
    </w:p>
    <w:p w:rsidR="00000000" w:rsidRDefault="001D7768">
      <w:pPr>
        <w:ind w:firstLine="720"/>
        <w:jc w:val="both"/>
      </w:pPr>
      <w:r>
        <w:t>индивидуальные кабины (площадью каждая не менее 4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 из расчета по одной кабине на трех одновременно занимающихся ин</w:t>
      </w:r>
      <w:r>
        <w:t>валидов, пользующихся креслами-колясками;</w:t>
      </w:r>
    </w:p>
    <w:p w:rsidR="00000000" w:rsidRDefault="001D7768">
      <w:pPr>
        <w:ind w:firstLine="720"/>
        <w:jc w:val="both"/>
      </w:pPr>
      <w:r>
        <w:t>индивидуальные шкафы для одежды (не менее двух) высотой не более 1,7 м, в том числе для хранения костылей и протезов;</w:t>
      </w:r>
    </w:p>
    <w:p w:rsidR="00000000" w:rsidRDefault="001D7768">
      <w:pPr>
        <w:ind w:firstLine="720"/>
        <w:jc w:val="both"/>
      </w:pPr>
      <w:r>
        <w:t>скамью длиной не менее 3 м, шириной не менее 0,7 м и высотой не более 0,5 м.</w:t>
      </w:r>
    </w:p>
    <w:p w:rsidR="00000000" w:rsidRDefault="001D7768">
      <w:pPr>
        <w:ind w:firstLine="720"/>
        <w:jc w:val="both"/>
      </w:pPr>
      <w:r>
        <w:t>Вокруг скамьи должн</w:t>
      </w:r>
      <w:r>
        <w:t xml:space="preserve">о быть обеспечено свободное пространство для подъезда кресла-коляски. При невозможности устройства островной скамьи следует </w:t>
      </w:r>
      <w:r>
        <w:lastRenderedPageBreak/>
        <w:t>предусматривать вдоль одной из стен установку скамьи размером не менее 0,6х2,5 м.</w:t>
      </w:r>
    </w:p>
    <w:p w:rsidR="00000000" w:rsidRDefault="001D7768">
      <w:pPr>
        <w:ind w:firstLine="720"/>
        <w:jc w:val="both"/>
      </w:pPr>
      <w:bookmarkStart w:id="118" w:name="sub_424"/>
      <w:r>
        <w:t>4.24 В комнате отдыха при раздевальных след</w:t>
      </w:r>
      <w:r>
        <w:t>ует предусматривать дополнительную площадь из расчета не менее 0,4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каждого из одновременно занимающихся инвалидов на креслах-колясках, а комната отдыха при сауне должна быть площадью не менее 20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0000" w:rsidRDefault="001D7768">
      <w:pPr>
        <w:ind w:firstLine="720"/>
        <w:jc w:val="both"/>
      </w:pPr>
      <w:bookmarkStart w:id="119" w:name="sub_425"/>
      <w:bookmarkEnd w:id="118"/>
      <w:r>
        <w:t>4.25 В залах предприятий питания посадочные места (столы) для инвалидов следует располагать вблизи от входа, но не в проходной зоне.</w:t>
      </w:r>
    </w:p>
    <w:bookmarkEnd w:id="119"/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bookmarkStart w:id="120" w:name="sub_403"/>
      <w:r>
        <w:t>Места приложения труда</w:t>
      </w:r>
    </w:p>
    <w:bookmarkEnd w:id="120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21" w:name="sub_426"/>
      <w:r>
        <w:t xml:space="preserve">4.26 При проектировании учреждений и </w:t>
      </w:r>
      <w:r>
        <w:t>предприятий следует предусматривать рабочие места для инвалидов в соответствии с программами профессиональной реабилитации инвалидов, разрабатываемыми местными органами социальной защиты населения.</w:t>
      </w:r>
    </w:p>
    <w:bookmarkEnd w:id="121"/>
    <w:p w:rsidR="00000000" w:rsidRDefault="001D7768">
      <w:pPr>
        <w:ind w:firstLine="720"/>
        <w:jc w:val="both"/>
      </w:pPr>
      <w:r>
        <w:t>Количество и виды рабочих мест для инвалидов (специ</w:t>
      </w:r>
      <w:r>
        <w:t>ализированные или обычные), их размещение в объемно-планировочной структуре здания (рассредоточенное или в специализированных цехах, производственных участках и специальных помещениях), а также необходимые дополнительные помещения устанавливаются в задании</w:t>
      </w:r>
      <w:r>
        <w:t xml:space="preserve"> на проектирование.</w:t>
      </w:r>
    </w:p>
    <w:p w:rsidR="00000000" w:rsidRDefault="001D7768">
      <w:pPr>
        <w:ind w:firstLine="720"/>
        <w:jc w:val="both"/>
      </w:pPr>
      <w:bookmarkStart w:id="122" w:name="sub_427"/>
      <w:r>
        <w:t>4.27 Рабочие места инвалидов должны быть безопасны для здоровья и рационально организованы. Они должны иметь санитарно-эпидемиологическое заключение органов государственной санитарно-эпидемиологической службы. В задании на проект</w:t>
      </w:r>
      <w:r>
        <w:t>ирование следует устанавливать их специализацию и, при необходимости, включать комплект мебели, оборудования и вспомогательных устройств, специально приспособленных для конкретного вида заболевания.</w:t>
      </w:r>
    </w:p>
    <w:p w:rsidR="00000000" w:rsidRDefault="001D7768">
      <w:pPr>
        <w:ind w:firstLine="720"/>
        <w:jc w:val="both"/>
      </w:pPr>
      <w:bookmarkStart w:id="123" w:name="sub_428"/>
      <w:bookmarkEnd w:id="122"/>
      <w:r>
        <w:t xml:space="preserve">4.28 В рабочей зоне (пространстве рабочего </w:t>
      </w:r>
      <w:r>
        <w:t>места) или помещении должно быть обеспечено выполнение комплекса санитарно-гигиенических требований к микроклимату в соответствии с действующими нормативными документами, а также дополнительными требованиями, устанавливаемыми в зависимости от вида заболева</w:t>
      </w:r>
      <w:r>
        <w:t>ния инвалидов.</w:t>
      </w:r>
    </w:p>
    <w:p w:rsidR="00000000" w:rsidRDefault="001D7768">
      <w:pPr>
        <w:ind w:firstLine="720"/>
        <w:jc w:val="both"/>
      </w:pPr>
      <w:bookmarkStart w:id="124" w:name="sub_429"/>
      <w:bookmarkEnd w:id="123"/>
      <w:r>
        <w:t xml:space="preserve">4.29 Площадь служебных помещений следует принимать из расчета выделения на каждого работающего инвалида, пользующегося креслом-коляской, не менее, 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:</w:t>
      </w:r>
    </w:p>
    <w:bookmarkEnd w:id="124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в конторских, административных</w:t>
      </w:r>
      <w:r>
        <w:t xml:space="preserve"> и офисных</w:t>
      </w:r>
    </w:p>
    <w:p w:rsidR="00000000" w:rsidRDefault="001D7768">
      <w:pPr>
        <w:pStyle w:val="afd"/>
      </w:pPr>
      <w:r>
        <w:t xml:space="preserve">     помещениях                                                     5,65;</w:t>
      </w:r>
    </w:p>
    <w:p w:rsidR="00000000" w:rsidRDefault="001D7768">
      <w:pPr>
        <w:pStyle w:val="afd"/>
      </w:pPr>
      <w:r>
        <w:t xml:space="preserve">     в конструкторских бюро                                         7,65.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25" w:name="sub_430"/>
      <w:r>
        <w:t>4.30 Расстояние до уборных, курительных, помещений для обогрева или охлаждения, полудушей</w:t>
      </w:r>
      <w:r>
        <w:t xml:space="preserve"> и устройств питьевого водоснабжения от рабочих мест, предназначенных для </w:t>
      </w:r>
      <w:hyperlink w:anchor="sub_1004" w:history="1">
        <w:r>
          <w:rPr>
            <w:rStyle w:val="a4"/>
          </w:rPr>
          <w:t>инвалидов</w:t>
        </w:r>
      </w:hyperlink>
      <w:r>
        <w:t xml:space="preserve"> с поражением опорно-двигательного аппарата и недостатками зрения, должно быть не более, м:</w:t>
      </w:r>
    </w:p>
    <w:bookmarkEnd w:id="125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 xml:space="preserve">     в пределах зданий                         </w:t>
      </w:r>
      <w:r>
        <w:t xml:space="preserve">                       60;</w:t>
      </w:r>
    </w:p>
    <w:p w:rsidR="00000000" w:rsidRDefault="001D7768">
      <w:pPr>
        <w:pStyle w:val="afd"/>
      </w:pPr>
      <w:r>
        <w:t xml:space="preserve">     в пределах территории учреждения,</w:t>
      </w:r>
    </w:p>
    <w:p w:rsidR="00000000" w:rsidRDefault="001D7768">
      <w:pPr>
        <w:pStyle w:val="afd"/>
      </w:pPr>
      <w:r>
        <w:t xml:space="preserve">     предприятия                                                     </w:t>
      </w:r>
      <w:r>
        <w:lastRenderedPageBreak/>
        <w:t>150.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26" w:name="sub_431"/>
      <w:r>
        <w:t>4.31 Санитарно-бытовое обслуживание работающих инвалидов должно обеспечиваться в соответствии с требованиями</w:t>
      </w:r>
      <w:r>
        <w:t xml:space="preserve"> </w:t>
      </w:r>
      <w:hyperlink r:id="rId70" w:history="1">
        <w:r>
          <w:rPr>
            <w:rStyle w:val="a4"/>
          </w:rPr>
          <w:t>СНиП 2.09.04</w:t>
        </w:r>
      </w:hyperlink>
      <w:r>
        <w:t xml:space="preserve"> и данного документа.</w:t>
      </w:r>
    </w:p>
    <w:p w:rsidR="00000000" w:rsidRDefault="001D7768">
      <w:pPr>
        <w:ind w:firstLine="720"/>
        <w:jc w:val="both"/>
      </w:pPr>
      <w:bookmarkStart w:id="127" w:name="sub_432"/>
      <w:bookmarkEnd w:id="126"/>
      <w:r>
        <w:t xml:space="preserve">4.32 При затруднении доступа инвалидов на кресле-коляске к местам общественного питания на предприятиях и в учреждениях следует дополнительно предусматривать комнату приема пищи площадью из расчета 1,65 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на каждого инвал</w:t>
      </w:r>
      <w:r>
        <w:t>ида, но не менее 12 </w:t>
      </w:r>
      <w:r w:rsidR="00E24B4A">
        <w:rPr>
          <w:noProof/>
        </w:rPr>
        <w:drawing>
          <wp:inline distT="0" distB="0" distL="0" distR="0">
            <wp:extent cx="200025" cy="247650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bookmarkEnd w:id="127"/>
    <w:p w:rsidR="00000000" w:rsidRDefault="001D7768">
      <w:pPr>
        <w:ind w:firstLine="720"/>
        <w:jc w:val="both"/>
      </w:pPr>
    </w:p>
    <w:p w:rsidR="00000000" w:rsidRDefault="001D7768">
      <w:pPr>
        <w:ind w:firstLine="698"/>
        <w:jc w:val="right"/>
      </w:pPr>
      <w:bookmarkStart w:id="128" w:name="sub_1000"/>
      <w:r>
        <w:rPr>
          <w:rStyle w:val="a3"/>
        </w:rPr>
        <w:t>Приложение А</w:t>
      </w:r>
    </w:p>
    <w:bookmarkEnd w:id="128"/>
    <w:p w:rsidR="00000000" w:rsidRDefault="001D7768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r>
        <w:t>Термины и определения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29" w:name="sub_1001"/>
      <w:r>
        <w:rPr>
          <w:rStyle w:val="a3"/>
        </w:rPr>
        <w:t>Адаптация</w:t>
      </w:r>
      <w:r>
        <w:t xml:space="preserve"> - приспособление к новым условиям, здесь: приспособление среды жизнедеятельности, зданий и сооружений с у</w:t>
      </w:r>
      <w:r>
        <w:t>четом потребностей маломобильных групп населения.</w:t>
      </w:r>
    </w:p>
    <w:p w:rsidR="00000000" w:rsidRDefault="001D7768">
      <w:pPr>
        <w:ind w:firstLine="720"/>
        <w:jc w:val="both"/>
      </w:pPr>
      <w:bookmarkStart w:id="130" w:name="sub_1002"/>
      <w:bookmarkEnd w:id="129"/>
      <w:r>
        <w:rPr>
          <w:rStyle w:val="a3"/>
        </w:rPr>
        <w:t>Визуальные средства информации</w:t>
      </w:r>
      <w:r>
        <w:t xml:space="preserve"> - здесь: носители информации в виде зрительно различимых текстов, знаков, символов, световых сигналов и т.п., передаваемых в том числе людям с нарушением функц</w:t>
      </w:r>
      <w:r>
        <w:t>ий органов слуха.</w:t>
      </w:r>
    </w:p>
    <w:p w:rsidR="00000000" w:rsidRDefault="001D7768">
      <w:pPr>
        <w:ind w:firstLine="720"/>
        <w:jc w:val="both"/>
      </w:pPr>
      <w:bookmarkStart w:id="131" w:name="sub_1003"/>
      <w:bookmarkEnd w:id="130"/>
      <w:r>
        <w:rPr>
          <w:rStyle w:val="a3"/>
        </w:rPr>
        <w:t>Доступные для МГН здания и сооружения</w:t>
      </w:r>
      <w:r>
        <w:t xml:space="preserve"> - здания и сооружения, в которых реализован комплекс архитектурно-планировочных, инженерно-технических, эргономических, конструкционных и организационных мероприятий, отвечающих нормат</w:t>
      </w:r>
      <w:r>
        <w:t>ивным требованиям СНиП 35-01 по обеспечению доступности и безопасности МГН.</w:t>
      </w:r>
    </w:p>
    <w:p w:rsidR="00000000" w:rsidRDefault="001D7768">
      <w:pPr>
        <w:ind w:firstLine="720"/>
        <w:jc w:val="both"/>
      </w:pPr>
      <w:bookmarkStart w:id="132" w:name="sub_1004"/>
      <w:bookmarkEnd w:id="131"/>
      <w:r>
        <w:rPr>
          <w:rStyle w:val="a3"/>
        </w:rPr>
        <w:t>Инвалид</w:t>
      </w:r>
      <w:r>
        <w:t xml:space="preserve"> - человек, имеющий нарушения здоровья со стойким расстройством функций организма, в том числе с поражением опорно-двигательного аппарата, недостатками зрени</w:t>
      </w:r>
      <w:r>
        <w:t>я и дефектами слуха, приводящими к ограничению жизнедеятельности и вызывающими необходимость его социальной защиты.</w:t>
      </w:r>
    </w:p>
    <w:p w:rsidR="00000000" w:rsidRDefault="001D7768">
      <w:pPr>
        <w:ind w:firstLine="720"/>
        <w:jc w:val="both"/>
      </w:pPr>
      <w:bookmarkStart w:id="133" w:name="sub_1005"/>
      <w:bookmarkEnd w:id="132"/>
      <w:r>
        <w:rPr>
          <w:rStyle w:val="a3"/>
        </w:rPr>
        <w:t>Лифтовой холл</w:t>
      </w:r>
      <w:r>
        <w:t xml:space="preserve"> - специальное помещение, располагаемое у входа в лифт.</w:t>
      </w:r>
    </w:p>
    <w:p w:rsidR="00000000" w:rsidRDefault="001D7768">
      <w:pPr>
        <w:ind w:firstLine="720"/>
        <w:jc w:val="both"/>
      </w:pPr>
      <w:bookmarkStart w:id="134" w:name="sub_1006"/>
      <w:bookmarkEnd w:id="133"/>
      <w:r>
        <w:rPr>
          <w:rStyle w:val="a3"/>
        </w:rPr>
        <w:t>Маломобильные группы населения (МГН)</w:t>
      </w:r>
      <w:r>
        <w:t xml:space="preserve"> - </w:t>
      </w:r>
      <w:r>
        <w:t>люди, испытывающие затруднения при самостоятельном передвижении, получении услуги, необходимой информации или при ориентировании в пространстве. К маломобильным группам населения здесь отнесены: инвалиды, люди с временным нарушением здоровья, беременные же</w:t>
      </w:r>
      <w:r>
        <w:t>нщины, люди старших возрастов, люди с детскими колясками и т.п.</w:t>
      </w:r>
    </w:p>
    <w:p w:rsidR="00000000" w:rsidRDefault="001D7768">
      <w:pPr>
        <w:ind w:firstLine="720"/>
        <w:jc w:val="both"/>
      </w:pPr>
      <w:bookmarkStart w:id="135" w:name="sub_1007"/>
      <w:bookmarkEnd w:id="134"/>
      <w:r>
        <w:rPr>
          <w:rStyle w:val="a3"/>
        </w:rPr>
        <w:t>Переводчик жестового языка (сурдопереводчик)</w:t>
      </w:r>
      <w:r>
        <w:t xml:space="preserve"> - специалист, осуществляющий перевод звуковой информации на язык жестов для глухонемых и людей с дефектами слуха.</w:t>
      </w:r>
    </w:p>
    <w:p w:rsidR="00000000" w:rsidRDefault="001D7768">
      <w:pPr>
        <w:ind w:firstLine="720"/>
        <w:jc w:val="both"/>
      </w:pPr>
      <w:bookmarkStart w:id="136" w:name="sub_1008"/>
      <w:bookmarkEnd w:id="135"/>
      <w:r>
        <w:rPr>
          <w:rStyle w:val="a3"/>
        </w:rPr>
        <w:t>П</w:t>
      </w:r>
      <w:r>
        <w:rPr>
          <w:rStyle w:val="a3"/>
        </w:rPr>
        <w:t>ожаробезопасная зона</w:t>
      </w:r>
      <w:r>
        <w:t xml:space="preserve"> - часть здания, сооружения, пожарного отсека, выделенная противопожарными преградами для защиты людей от опасных факторов пожара в течение заданного времени (от момента возникновения пожара до завершения спасательных работ), обеспеченн</w:t>
      </w:r>
      <w:r>
        <w:t>ая комплексом мероприятий для проведения эвакуации и спасания.</w:t>
      </w:r>
    </w:p>
    <w:p w:rsidR="00000000" w:rsidRDefault="001D7768">
      <w:pPr>
        <w:ind w:firstLine="720"/>
        <w:jc w:val="both"/>
      </w:pPr>
      <w:bookmarkStart w:id="137" w:name="sub_1009"/>
      <w:bookmarkEnd w:id="136"/>
      <w:r>
        <w:rPr>
          <w:rStyle w:val="a3"/>
        </w:rPr>
        <w:t>Полоса движения</w:t>
      </w:r>
      <w:r>
        <w:t xml:space="preserve"> - часть пешеходного пути, предназначенная для движения в один ряд в одном направлении.</w:t>
      </w:r>
    </w:p>
    <w:p w:rsidR="00000000" w:rsidRDefault="001D7768">
      <w:pPr>
        <w:ind w:firstLine="720"/>
        <w:jc w:val="both"/>
      </w:pPr>
      <w:bookmarkStart w:id="138" w:name="sub_1010"/>
      <w:bookmarkEnd w:id="137"/>
      <w:r>
        <w:rPr>
          <w:rStyle w:val="a3"/>
        </w:rPr>
        <w:t>Путь движения</w:t>
      </w:r>
      <w:r>
        <w:t xml:space="preserve"> - пешеходный путь, используемый МГН, в том ч</w:t>
      </w:r>
      <w:r>
        <w:t xml:space="preserve">исле инвалидами на креслах-колясках, для перемещения по участку (дорожки, тротуары, пандусы и т.д.), а также внутри зданий и сооружений (горизонтальные и вертикальные </w:t>
      </w:r>
      <w:r>
        <w:lastRenderedPageBreak/>
        <w:t>коммуникации).</w:t>
      </w:r>
    </w:p>
    <w:p w:rsidR="00000000" w:rsidRDefault="001D7768">
      <w:pPr>
        <w:ind w:firstLine="720"/>
        <w:jc w:val="both"/>
      </w:pPr>
      <w:bookmarkStart w:id="139" w:name="sub_1011"/>
      <w:bookmarkEnd w:id="138"/>
      <w:r>
        <w:rPr>
          <w:rStyle w:val="a3"/>
        </w:rPr>
        <w:t>Система средств информации (информационные средства)</w:t>
      </w:r>
      <w:r>
        <w:t xml:space="preserve"> - зде</w:t>
      </w:r>
      <w:r>
        <w:t>сь: совокупность носителей информации, обеспечивающих для МГН своевременное ориентирование в пространстве, способствующих безопасности и удобству передвижения, а также информирующих о свойствах среды жизнедеятельности.</w:t>
      </w:r>
    </w:p>
    <w:p w:rsidR="00000000" w:rsidRDefault="001D7768">
      <w:pPr>
        <w:ind w:firstLine="720"/>
        <w:jc w:val="both"/>
      </w:pPr>
      <w:bookmarkStart w:id="140" w:name="sub_1012"/>
      <w:bookmarkEnd w:id="139"/>
      <w:r>
        <w:rPr>
          <w:rStyle w:val="a3"/>
        </w:rPr>
        <w:t>Специализированный эл</w:t>
      </w:r>
      <w:r>
        <w:rPr>
          <w:rStyle w:val="a3"/>
        </w:rPr>
        <w:t>емент</w:t>
      </w:r>
      <w:r>
        <w:t xml:space="preserve"> - здесь: элемент, к которому (как к объекту нормирования) предъявляются специфические требования по адаптации с учетом конкретного или совокупных дефектов здоровья человека.</w:t>
      </w:r>
    </w:p>
    <w:p w:rsidR="00000000" w:rsidRDefault="001D7768">
      <w:pPr>
        <w:ind w:firstLine="720"/>
        <w:jc w:val="both"/>
      </w:pPr>
      <w:bookmarkStart w:id="141" w:name="sub_1013"/>
      <w:bookmarkEnd w:id="140"/>
      <w:r>
        <w:rPr>
          <w:rStyle w:val="a3"/>
        </w:rPr>
        <w:t>Текстофон</w:t>
      </w:r>
      <w:r>
        <w:t xml:space="preserve"> - аппарат для передачи, приема и ведения диалога п</w:t>
      </w:r>
      <w:r>
        <w:t>о телефону инвалидами с нарушениями слуха в текстовом режиме. Аппарат снабжен клавиатурой и дисплеем для отображения текстовой информации.</w:t>
      </w:r>
    </w:p>
    <w:p w:rsidR="00000000" w:rsidRDefault="001D7768">
      <w:pPr>
        <w:ind w:firstLine="720"/>
        <w:jc w:val="both"/>
      </w:pPr>
      <w:bookmarkStart w:id="142" w:name="sub_1014"/>
      <w:bookmarkEnd w:id="141"/>
      <w:r>
        <w:rPr>
          <w:rStyle w:val="a3"/>
        </w:rPr>
        <w:t>Тифлотехнические средства</w:t>
      </w:r>
      <w:r>
        <w:t xml:space="preserve"> - средства, облегчающие людям с недостатками зрения работу и усвоение инфор</w:t>
      </w:r>
      <w:r>
        <w:t>мации (магнитофоны, диктофоны, письменные приборы, пишущая машинка со шрифтом Брайля).</w:t>
      </w:r>
    </w:p>
    <w:p w:rsidR="00000000" w:rsidRDefault="001D7768">
      <w:pPr>
        <w:ind w:firstLine="720"/>
        <w:jc w:val="both"/>
      </w:pPr>
      <w:bookmarkStart w:id="143" w:name="sub_1015"/>
      <w:bookmarkEnd w:id="142"/>
      <w:r>
        <w:rPr>
          <w:rStyle w:val="a3"/>
        </w:rPr>
        <w:t>Тактильные средства информации</w:t>
      </w:r>
      <w:r>
        <w:t xml:space="preserve"> - носители информации, передаваемой инвалидам по зрению и воспринимаемой путем осязания.</w:t>
      </w:r>
    </w:p>
    <w:p w:rsidR="00000000" w:rsidRDefault="001D7768">
      <w:pPr>
        <w:ind w:firstLine="720"/>
        <w:jc w:val="both"/>
      </w:pPr>
      <w:bookmarkStart w:id="144" w:name="sub_1016"/>
      <w:bookmarkEnd w:id="143"/>
      <w:r>
        <w:rPr>
          <w:rStyle w:val="a3"/>
        </w:rPr>
        <w:t>Универсальный эле</w:t>
      </w:r>
      <w:r>
        <w:rPr>
          <w:rStyle w:val="a3"/>
        </w:rPr>
        <w:t>мент</w:t>
      </w:r>
      <w:r>
        <w:t xml:space="preserve"> - здесь: элемент, проектируемый с учетом возможного использования всеми категориями населения, в том числе МГН.</w:t>
      </w:r>
    </w:p>
    <w:p w:rsidR="00000000" w:rsidRDefault="001D7768">
      <w:pPr>
        <w:ind w:firstLine="720"/>
        <w:jc w:val="both"/>
      </w:pPr>
      <w:bookmarkStart w:id="145" w:name="sub_1017"/>
      <w:bookmarkEnd w:id="144"/>
      <w:r>
        <w:rPr>
          <w:rStyle w:val="a3"/>
        </w:rPr>
        <w:t>Элемент</w:t>
      </w:r>
      <w:r>
        <w:t xml:space="preserve"> - составная часть чего-нибудь, здесь: архитектурный, технический или механический компонент участка, здания или пом</w:t>
      </w:r>
      <w:r>
        <w:t>ещения, например - рабочее место, место отдыха, душ, телефонная кабина, дверь, управляющее устройство, ручка, поручень и т.п.</w:t>
      </w:r>
    </w:p>
    <w:bookmarkEnd w:id="145"/>
    <w:p w:rsidR="00000000" w:rsidRDefault="001D7768">
      <w:pPr>
        <w:ind w:firstLine="720"/>
        <w:jc w:val="both"/>
      </w:pPr>
    </w:p>
    <w:p w:rsidR="00000000" w:rsidRDefault="001D7768">
      <w:pPr>
        <w:ind w:firstLine="698"/>
        <w:jc w:val="right"/>
      </w:pPr>
      <w:bookmarkStart w:id="146" w:name="sub_2000"/>
      <w:r>
        <w:rPr>
          <w:rStyle w:val="a3"/>
        </w:rPr>
        <w:t>Приложение Б</w:t>
      </w:r>
    </w:p>
    <w:bookmarkEnd w:id="146"/>
    <w:p w:rsidR="00000000" w:rsidRDefault="001D7768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r>
        <w:t>Расчет числа лифтов, необходимых для спасения инвалидов из зон безопасности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>Б.1. Необходимое число лифтов n, доступных для инвалидов и используемых для их спасения в случае пожара в здании, определяется по формуле:</w:t>
      </w:r>
    </w:p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bookmarkStart w:id="147" w:name="sub_2001"/>
      <w:r>
        <w:rPr>
          <w:noProof/>
        </w:rPr>
        <w:drawing>
          <wp:inline distT="0" distB="0" distL="0" distR="0">
            <wp:extent cx="657225" cy="22860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, (Б.1)</w:t>
      </w:r>
    </w:p>
    <w:bookmarkEnd w:id="147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где </w:t>
      </w:r>
      <w:r w:rsidR="00E24B4A">
        <w:rPr>
          <w:noProof/>
        </w:rPr>
        <w:drawing>
          <wp:inline distT="0" distB="0" distL="0" distR="0">
            <wp:extent cx="190500" cy="228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расчетное вр</w:t>
      </w:r>
      <w:r>
        <w:t>емя спасения одним лифтом, с.;</w:t>
      </w:r>
    </w:p>
    <w:p w:rsidR="00000000" w:rsidRDefault="00E24B4A">
      <w:pPr>
        <w:ind w:firstLine="720"/>
        <w:jc w:val="both"/>
      </w:pPr>
      <w:r>
        <w:rPr>
          <w:noProof/>
        </w:rPr>
        <w:drawing>
          <wp:inline distT="0" distB="0" distL="0" distR="0">
            <wp:extent cx="238125" cy="22860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 xml:space="preserve"> - допустимое время спасения, равное 10 мин.</w:t>
      </w:r>
    </w:p>
    <w:p w:rsidR="00000000" w:rsidRDefault="001D7768">
      <w:pPr>
        <w:ind w:firstLine="720"/>
        <w:jc w:val="both"/>
      </w:pPr>
      <w:r>
        <w:t>Лифт для транспортирования пожарных подразделений может быть использован для спасения инвалидов во время пожара.</w:t>
      </w:r>
    </w:p>
    <w:p w:rsidR="00000000" w:rsidRDefault="001D7768">
      <w:pPr>
        <w:ind w:firstLine="720"/>
        <w:jc w:val="both"/>
      </w:pPr>
      <w:r>
        <w:t xml:space="preserve">Б.2. Расчетное время спасения </w:t>
      </w:r>
      <w:r w:rsidR="00E24B4A">
        <w:rPr>
          <w:noProof/>
        </w:rPr>
        <w:drawing>
          <wp:inline distT="0" distB="0" distL="0" distR="0">
            <wp:extent cx="190500" cy="2286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определяется по формуле:</w:t>
      </w:r>
    </w:p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bookmarkStart w:id="148" w:name="sub_2002"/>
      <w:r>
        <w:rPr>
          <w:noProof/>
        </w:rPr>
        <w:drawing>
          <wp:inline distT="0" distB="0" distL="0" distR="0">
            <wp:extent cx="514350" cy="2286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, (Б.2)</w:t>
      </w:r>
    </w:p>
    <w:bookmarkEnd w:id="148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где Т - время кругового рейса лифта при спасении инвалидов, с, определяемое по формуле </w:t>
      </w:r>
      <w:hyperlink w:anchor="sub_2003" w:history="1">
        <w:r>
          <w:rPr>
            <w:rStyle w:val="a4"/>
          </w:rPr>
          <w:t>(Б.3)</w:t>
        </w:r>
      </w:hyperlink>
      <w:r>
        <w:t>;</w:t>
      </w:r>
    </w:p>
    <w:p w:rsidR="00000000" w:rsidRDefault="001D7768">
      <w:pPr>
        <w:ind w:firstLine="720"/>
        <w:jc w:val="both"/>
      </w:pPr>
      <w:r>
        <w:t xml:space="preserve">K - расчетное </w:t>
      </w:r>
      <w:r>
        <w:t xml:space="preserve">число рейсов, необходимое для спасения инвалидов, определяемое по формуле </w:t>
      </w:r>
      <w:hyperlink w:anchor="sub_2004" w:history="1">
        <w:r>
          <w:rPr>
            <w:rStyle w:val="a4"/>
          </w:rPr>
          <w:t>(Б.4)</w:t>
        </w:r>
      </w:hyperlink>
      <w:r>
        <w:t>.</w:t>
      </w:r>
    </w:p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bookmarkStart w:id="149" w:name="sub_2003"/>
      <w:r>
        <w:rPr>
          <w:noProof/>
        </w:rPr>
        <w:lastRenderedPageBreak/>
        <w:drawing>
          <wp:inline distT="0" distB="0" distL="0" distR="0">
            <wp:extent cx="1143000" cy="2286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, (Б.3)</w:t>
      </w:r>
    </w:p>
    <w:bookmarkEnd w:id="149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где </w:t>
      </w:r>
      <w:r w:rsidR="00E24B4A">
        <w:rPr>
          <w:noProof/>
        </w:rPr>
        <w:drawing>
          <wp:inline distT="0" distB="0" distL="0" distR="0">
            <wp:extent cx="257175" cy="228600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сумма отметок уровней этажей, с которых будет проводиться спасение инвалидов, относительно уровня первого этажа, м;</w:t>
      </w:r>
    </w:p>
    <w:p w:rsidR="00000000" w:rsidRDefault="001D7768">
      <w:pPr>
        <w:ind w:firstLine="720"/>
        <w:jc w:val="both"/>
      </w:pPr>
      <w:r>
        <w:t xml:space="preserve">m - число этажей, с которых будет проводиться </w:t>
      </w:r>
      <w:r>
        <w:t>спасение инвалидов;</w:t>
      </w:r>
    </w:p>
    <w:p w:rsidR="00000000" w:rsidRDefault="001D7768">
      <w:pPr>
        <w:ind w:firstLine="720"/>
        <w:jc w:val="both"/>
      </w:pPr>
      <w:r>
        <w:t>V - номинальная скорость лифта, м/с;</w:t>
      </w:r>
    </w:p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bookmarkStart w:id="150" w:name="sub_2004"/>
      <w:r>
        <w:rPr>
          <w:noProof/>
        </w:rPr>
        <w:drawing>
          <wp:inline distT="0" distB="0" distL="0" distR="0">
            <wp:extent cx="952500" cy="2000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, (Б.4)</w:t>
      </w:r>
    </w:p>
    <w:bookmarkEnd w:id="150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где </w:t>
      </w:r>
      <w:r w:rsidR="00E24B4A">
        <w:rPr>
          <w:noProof/>
        </w:rPr>
        <w:drawing>
          <wp:inline distT="0" distB="0" distL="0" distR="0">
            <wp:extent cx="276225" cy="20002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суммарное количество инвалидов и сопровождающих их людей, чел., приведенное в задании на проекти</w:t>
      </w:r>
      <w:r>
        <w:t>рование;</w:t>
      </w:r>
    </w:p>
    <w:p w:rsidR="00000000" w:rsidRDefault="001D7768">
      <w:pPr>
        <w:ind w:firstLine="720"/>
        <w:jc w:val="both"/>
      </w:pPr>
      <w:r>
        <w:t>Е - номинальная вместимость лифта, чел.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698"/>
        <w:jc w:val="right"/>
      </w:pPr>
      <w:bookmarkStart w:id="151" w:name="sub_3000"/>
      <w:r>
        <w:rPr>
          <w:rStyle w:val="a3"/>
        </w:rPr>
        <w:t>Приложение В</w:t>
      </w:r>
    </w:p>
    <w:bookmarkEnd w:id="151"/>
    <w:p w:rsidR="00000000" w:rsidRDefault="001D7768">
      <w:pPr>
        <w:ind w:firstLine="698"/>
        <w:jc w:val="right"/>
      </w:pPr>
      <w:r>
        <w:rPr>
          <w:rStyle w:val="a3"/>
        </w:rPr>
        <w:t>(обязательное)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1"/>
      </w:pPr>
      <w:r>
        <w:t>Материалы к расчету уровня пожарной безопасности маломобильных групп населения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При использовании </w:t>
      </w:r>
      <w:hyperlink r:id="rId80" w:history="1">
        <w:r>
          <w:rPr>
            <w:rStyle w:val="a4"/>
          </w:rPr>
          <w:t>приложения 2</w:t>
        </w:r>
      </w:hyperlink>
      <w:r>
        <w:t xml:space="preserve"> ГОСТ 12.1.004 (раздел 2 "Основные расчетные зависимости") для учета специфики передвижения МГН по путям эвакуации следует применять дополнительные расчетные значения параметров движения МГН.</w:t>
      </w:r>
    </w:p>
    <w:p w:rsidR="00000000" w:rsidRDefault="001D7768">
      <w:pPr>
        <w:ind w:firstLine="720"/>
        <w:jc w:val="both"/>
      </w:pPr>
      <w:bookmarkStart w:id="152" w:name="sub_3001"/>
      <w:r>
        <w:t>B.1. По мобильным качествам людей в потоке эвакуирующихс</w:t>
      </w:r>
      <w:r>
        <w:t>я из зданий и сооружений следует подразделять на 4 группы согласно таблице B.1.</w:t>
      </w:r>
    </w:p>
    <w:bookmarkEnd w:id="152"/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53" w:name="sub_3100"/>
      <w:r>
        <w:rPr>
          <w:rStyle w:val="a3"/>
        </w:rPr>
        <w:t>Таблица B.1</w:t>
      </w:r>
    </w:p>
    <w:bookmarkEnd w:id="153"/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>┌─────────────────┬────────────────────────────────────┬────────────────┐</w:t>
      </w:r>
    </w:p>
    <w:p w:rsidR="00000000" w:rsidRDefault="001D7768">
      <w:pPr>
        <w:pStyle w:val="afd"/>
      </w:pPr>
      <w:r>
        <w:t xml:space="preserve">│     Группы      │  Общие характеристики людей групп  │Средняя </w:t>
      </w:r>
      <w:r>
        <w:t>площадь │</w:t>
      </w:r>
    </w:p>
    <w:p w:rsidR="00000000" w:rsidRDefault="001D7768">
      <w:pPr>
        <w:pStyle w:val="afd"/>
      </w:pPr>
      <w:r>
        <w:t>│   мобильности   │            мобильности             │ горизонтальной │</w:t>
      </w:r>
    </w:p>
    <w:p w:rsidR="00000000" w:rsidRDefault="001D7768">
      <w:pPr>
        <w:pStyle w:val="afd"/>
      </w:pPr>
      <w:r>
        <w:t>│                 │                                    │ проекции людей │</w:t>
      </w:r>
    </w:p>
    <w:p w:rsidR="00000000" w:rsidRDefault="001D7768">
      <w:pPr>
        <w:pStyle w:val="afd"/>
      </w:pPr>
      <w:r>
        <w:t>│                 │                                    │     f, м2      │</w:t>
      </w:r>
    </w:p>
    <w:p w:rsidR="00000000" w:rsidRDefault="001D7768">
      <w:pPr>
        <w:pStyle w:val="afd"/>
      </w:pPr>
      <w:r>
        <w:t>├─────────────────┼─────</w:t>
      </w:r>
      <w:r>
        <w:t>───────────────────────────────┼────────────────┤</w:t>
      </w:r>
    </w:p>
    <w:p w:rsidR="00000000" w:rsidRDefault="001D7768">
      <w:pPr>
        <w:pStyle w:val="afd"/>
      </w:pPr>
      <w:r>
        <w:t>│       М1        │Люди,  не  имеющие    ограничений по│      0,1       │</w:t>
      </w:r>
    </w:p>
    <w:p w:rsidR="00000000" w:rsidRDefault="001D7768">
      <w:pPr>
        <w:pStyle w:val="afd"/>
      </w:pPr>
      <w:r>
        <w:t>│                 │мобильности, в том числе с дефектами│                │</w:t>
      </w:r>
    </w:p>
    <w:p w:rsidR="00000000" w:rsidRDefault="001D7768">
      <w:pPr>
        <w:pStyle w:val="afd"/>
      </w:pPr>
      <w:r>
        <w:t xml:space="preserve">│                 │слуха                               │  </w:t>
      </w:r>
      <w:r>
        <w:t xml:space="preserve">              │</w:t>
      </w:r>
    </w:p>
    <w:p w:rsidR="00000000" w:rsidRDefault="001D7768">
      <w:pPr>
        <w:pStyle w:val="afd"/>
      </w:pPr>
      <w:r>
        <w:t>├─────────────────┼────────────────────────────────────┼────────────────┤</w:t>
      </w:r>
    </w:p>
    <w:p w:rsidR="00000000" w:rsidRDefault="001D7768">
      <w:pPr>
        <w:pStyle w:val="afd"/>
      </w:pPr>
      <w:r>
        <w:t xml:space="preserve">│       М2        │Немощные люди,  мобильность  которых│      0,2       </w:t>
      </w:r>
      <w:r>
        <w:lastRenderedPageBreak/>
        <w:t>│</w:t>
      </w:r>
    </w:p>
    <w:p w:rsidR="00000000" w:rsidRDefault="001D7768">
      <w:pPr>
        <w:pStyle w:val="afd"/>
      </w:pPr>
      <w:r>
        <w:t>│                 │снижена  из-за  старения   организма│                │</w:t>
      </w:r>
    </w:p>
    <w:p w:rsidR="00000000" w:rsidRDefault="001D7768">
      <w:pPr>
        <w:pStyle w:val="afd"/>
      </w:pPr>
      <w:r>
        <w:t xml:space="preserve">│                 </w:t>
      </w:r>
      <w:r>
        <w:t>│(инвалиды по старости); инвалиды  на│                │</w:t>
      </w:r>
    </w:p>
    <w:p w:rsidR="00000000" w:rsidRDefault="001D7768">
      <w:pPr>
        <w:pStyle w:val="afd"/>
      </w:pPr>
      <w:r>
        <w:t>│                 │протезах;  инвалиды  с  недостатками│                │</w:t>
      </w:r>
    </w:p>
    <w:p w:rsidR="00000000" w:rsidRDefault="001D7768">
      <w:pPr>
        <w:pStyle w:val="afd"/>
      </w:pPr>
      <w:r>
        <w:t>│                 │зрения, пользующиеся белой  тростью;│                │</w:t>
      </w:r>
    </w:p>
    <w:p w:rsidR="00000000" w:rsidRDefault="001D7768">
      <w:pPr>
        <w:pStyle w:val="afd"/>
      </w:pPr>
      <w:r>
        <w:t xml:space="preserve">│                 │люди с психическими отклонениями </w:t>
      </w:r>
      <w:r>
        <w:t xml:space="preserve">   │                │</w:t>
      </w:r>
    </w:p>
    <w:p w:rsidR="00000000" w:rsidRDefault="001D7768">
      <w:pPr>
        <w:pStyle w:val="afd"/>
      </w:pPr>
      <w:r>
        <w:t>├─────────────────┼────────────────────────────────────┼────────────────┤</w:t>
      </w:r>
    </w:p>
    <w:p w:rsidR="00000000" w:rsidRDefault="001D7768">
      <w:pPr>
        <w:pStyle w:val="afd"/>
      </w:pPr>
      <w:r>
        <w:t>│       М3        │Инвалиды, использующие при  движении│      0,3       │</w:t>
      </w:r>
    </w:p>
    <w:p w:rsidR="00000000" w:rsidRDefault="001D7768">
      <w:pPr>
        <w:pStyle w:val="afd"/>
      </w:pPr>
      <w:r>
        <w:t>│                 │дополнительные    опоры    (костыли,│                │</w:t>
      </w:r>
    </w:p>
    <w:p w:rsidR="00000000" w:rsidRDefault="001D7768">
      <w:pPr>
        <w:pStyle w:val="afd"/>
      </w:pPr>
      <w:r>
        <w:t xml:space="preserve">│           </w:t>
      </w:r>
      <w:r>
        <w:t xml:space="preserve">      │палки)                              │                │</w:t>
      </w:r>
    </w:p>
    <w:p w:rsidR="00000000" w:rsidRDefault="001D7768">
      <w:pPr>
        <w:pStyle w:val="afd"/>
      </w:pPr>
      <w:r>
        <w:t>├─────────────────┼────────────────────────────────────┼────────────────┤</w:t>
      </w:r>
    </w:p>
    <w:p w:rsidR="00000000" w:rsidRDefault="001D7768">
      <w:pPr>
        <w:pStyle w:val="afd"/>
      </w:pPr>
      <w:r>
        <w:t>│       М4        │Инвалиды,         передвигающиеся на│      0,96      │</w:t>
      </w:r>
    </w:p>
    <w:p w:rsidR="00000000" w:rsidRDefault="001D7768">
      <w:pPr>
        <w:pStyle w:val="afd"/>
      </w:pPr>
      <w:r>
        <w:t>│                 │креслах-колясках,       при</w:t>
      </w:r>
      <w:r>
        <w:t>водимых в│                │</w:t>
      </w:r>
    </w:p>
    <w:p w:rsidR="00000000" w:rsidRDefault="001D7768">
      <w:pPr>
        <w:pStyle w:val="afd"/>
      </w:pPr>
      <w:r>
        <w:t>│                 │движение вручную                    │                │</w:t>
      </w:r>
    </w:p>
    <w:p w:rsidR="00000000" w:rsidRDefault="001D7768">
      <w:pPr>
        <w:pStyle w:val="afd"/>
      </w:pPr>
      <w:r>
        <w:t>└─────────────────┴────────────────────────────────────┴────────────────┘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54" w:name="sub_3002"/>
      <w:r>
        <w:t>В.2. Расчетные значения скорости и интенсивности движения потоков людей</w:t>
      </w:r>
      <w:r>
        <w:t xml:space="preserve"> с различной группой мобильности следует определять по формулам:</w:t>
      </w:r>
    </w:p>
    <w:bookmarkEnd w:id="154"/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bookmarkStart w:id="155" w:name="sub_3020"/>
      <w:r>
        <w:rPr>
          <w:noProof/>
        </w:rPr>
        <w:drawing>
          <wp:inline distT="0" distB="0" distL="0" distR="0">
            <wp:extent cx="2447925" cy="495300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; (В.1)</w:t>
      </w:r>
    </w:p>
    <w:bookmarkEnd w:id="155"/>
    <w:p w:rsidR="00000000" w:rsidRDefault="001D7768">
      <w:pPr>
        <w:ind w:firstLine="720"/>
        <w:jc w:val="both"/>
      </w:pPr>
    </w:p>
    <w:p w:rsidR="00000000" w:rsidRDefault="00E24B4A">
      <w:pPr>
        <w:ind w:firstLine="698"/>
        <w:jc w:val="both"/>
      </w:pPr>
      <w:r>
        <w:rPr>
          <w:noProof/>
        </w:rPr>
        <w:drawing>
          <wp:inline distT="0" distB="0" distL="0" distR="0">
            <wp:extent cx="733425" cy="247650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, (В.2)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t xml:space="preserve">где </w:t>
      </w:r>
      <w:r w:rsidR="00E24B4A">
        <w:rPr>
          <w:noProof/>
        </w:rPr>
        <w:drawing>
          <wp:inline distT="0" distB="0" distL="0" distR="0">
            <wp:extent cx="295275" cy="247650"/>
            <wp:effectExtent l="1905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 w:rsidR="00E24B4A">
        <w:rPr>
          <w:noProof/>
        </w:rPr>
        <w:drawing>
          <wp:inline distT="0" distB="0" distL="0" distR="0">
            <wp:extent cx="257175" cy="247650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- скорость и интенсивность движения людей в потоке по j-му виду пути при плотности потока </w:t>
      </w:r>
      <w:r w:rsidR="00E24B4A">
        <w:rPr>
          <w:noProof/>
        </w:rPr>
        <w:drawing>
          <wp:inline distT="0" distB="0" distL="0" distR="0">
            <wp:extent cx="161925" cy="228600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000000" w:rsidRDefault="001D7768">
      <w:pPr>
        <w:ind w:firstLine="720"/>
        <w:jc w:val="both"/>
      </w:pPr>
      <w:r>
        <w:t xml:space="preserve">D - плотность людского потока на участке эвакуационного пути, </w:t>
      </w:r>
      <w:r w:rsidR="00E24B4A">
        <w:rPr>
          <w:noProof/>
        </w:rPr>
        <w:drawing>
          <wp:inline distT="0" distB="0" distL="0" distR="0">
            <wp:extent cx="428625" cy="247650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000000" w:rsidRDefault="00E24B4A">
      <w:pPr>
        <w:ind w:firstLine="720"/>
        <w:jc w:val="both"/>
      </w:pPr>
      <w:r>
        <w:rPr>
          <w:noProof/>
        </w:rPr>
        <w:drawing>
          <wp:inline distT="0" distB="0" distL="0" distR="0">
            <wp:extent cx="266700" cy="24765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 xml:space="preserve"> - значение плотности людского потока на j-м виде пути, при достижении которого плотность потока начинает оказывать влияние на скорость движения людей в потоке;</w:t>
      </w:r>
    </w:p>
    <w:p w:rsidR="00000000" w:rsidRDefault="00E24B4A">
      <w:pPr>
        <w:ind w:firstLine="720"/>
        <w:jc w:val="both"/>
      </w:pPr>
      <w:r>
        <w:rPr>
          <w:noProof/>
        </w:rPr>
        <w:drawing>
          <wp:inline distT="0" distB="0" distL="0" distR="0">
            <wp:extent cx="276225" cy="247650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 xml:space="preserve"> - среднее значение скорости свободного движения люде</w:t>
      </w:r>
      <w:r w:rsidR="001D7768">
        <w:t xml:space="preserve">й по j-му виду пути </w:t>
      </w:r>
      <w:r w:rsidR="001D7768">
        <w:lastRenderedPageBreak/>
        <w:t xml:space="preserve">при значениях плотности потока </w:t>
      </w:r>
      <w:r>
        <w:rPr>
          <w:noProof/>
        </w:rPr>
        <w:drawing>
          <wp:inline distT="0" distB="0" distL="0" distR="0">
            <wp:extent cx="466725" cy="247650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>;</w:t>
      </w:r>
    </w:p>
    <w:p w:rsidR="00000000" w:rsidRDefault="00E24B4A">
      <w:pPr>
        <w:ind w:firstLine="720"/>
        <w:jc w:val="both"/>
      </w:pPr>
      <w:r>
        <w:rPr>
          <w:noProof/>
        </w:rPr>
        <w:drawing>
          <wp:inline distT="0" distB="0" distL="0" distR="0">
            <wp:extent cx="152400" cy="22860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768">
        <w:t xml:space="preserve"> - коэффициент, отражающий степень влияния плотности людского потока на его скорость при движении по j-му виду пути.</w:t>
      </w:r>
    </w:p>
    <w:p w:rsidR="00000000" w:rsidRDefault="001D7768">
      <w:pPr>
        <w:ind w:firstLine="720"/>
        <w:jc w:val="both"/>
      </w:pPr>
      <w:r>
        <w:t xml:space="preserve">Значения </w:t>
      </w:r>
      <w:r w:rsidR="00E24B4A">
        <w:rPr>
          <w:noProof/>
        </w:rPr>
        <w:drawing>
          <wp:inline distT="0" distB="0" distL="0" distR="0">
            <wp:extent cx="266700" cy="24765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="00E24B4A">
        <w:rPr>
          <w:noProof/>
        </w:rPr>
        <w:drawing>
          <wp:inline distT="0" distB="0" distL="0" distR="0">
            <wp:extent cx="276225" cy="24765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="00E24B4A">
        <w:rPr>
          <w:noProof/>
        </w:rPr>
        <w:drawing>
          <wp:inline distT="0" distB="0" distL="0" distR="0">
            <wp:extent cx="152400" cy="2286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для потоков людей различных групп мобильности для формул (</w:t>
      </w:r>
      <w:hyperlink w:anchor="sub_3020" w:history="1">
        <w:r>
          <w:rPr>
            <w:rStyle w:val="a4"/>
          </w:rPr>
          <w:t>B.1</w:t>
        </w:r>
      </w:hyperlink>
      <w:r>
        <w:t>) и (</w:t>
      </w:r>
      <w:hyperlink w:anchor="sub_3020" w:history="1">
        <w:r>
          <w:rPr>
            <w:rStyle w:val="a4"/>
          </w:rPr>
          <w:t>В.2</w:t>
        </w:r>
      </w:hyperlink>
      <w:r>
        <w:t>) приведены в таблице В.2.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r>
        <w:rPr>
          <w:rStyle w:val="a3"/>
        </w:rPr>
        <w:t>Таблица В.2</w:t>
      </w:r>
    </w:p>
    <w:p w:rsidR="00000000" w:rsidRDefault="001D7768">
      <w:pPr>
        <w:ind w:firstLine="720"/>
        <w:jc w:val="both"/>
      </w:pPr>
    </w:p>
    <w:p w:rsidR="00000000" w:rsidRDefault="001D7768">
      <w:pPr>
        <w:pStyle w:val="afd"/>
      </w:pPr>
      <w:r>
        <w:t>┌──────────┬───────────┬────────────────────────────────────────────────┐</w:t>
      </w:r>
    </w:p>
    <w:p w:rsidR="00000000" w:rsidRDefault="001D7768">
      <w:pPr>
        <w:pStyle w:val="afd"/>
      </w:pPr>
      <w:r>
        <w:t>│  Группы  │ Значения  │     Величина параметров по видам пути (j)      │</w:t>
      </w:r>
    </w:p>
    <w:p w:rsidR="00000000" w:rsidRDefault="001D7768">
      <w:pPr>
        <w:pStyle w:val="afd"/>
      </w:pPr>
      <w:r>
        <w:t>│мобильнос-│параметров ├─────────┬─────────┬────────┬─────────┬─────────┤</w:t>
      </w:r>
    </w:p>
    <w:p w:rsidR="00000000" w:rsidRDefault="001D7768">
      <w:pPr>
        <w:pStyle w:val="afd"/>
      </w:pPr>
      <w:r>
        <w:t xml:space="preserve">│    ти    │        </w:t>
      </w:r>
      <w:r>
        <w:t xml:space="preserve">   │горизон- │лестница │лестница│ пандус  │ пандус  │</w:t>
      </w:r>
    </w:p>
    <w:p w:rsidR="00000000" w:rsidRDefault="001D7768">
      <w:pPr>
        <w:pStyle w:val="afd"/>
      </w:pPr>
      <w:r>
        <w:t>│          │           │ тальный │  вниз   │ вверх  │  вниз   │  вверх  │</w:t>
      </w:r>
    </w:p>
    <w:p w:rsidR="00000000" w:rsidRDefault="001D7768">
      <w:pPr>
        <w:pStyle w:val="afd"/>
      </w:pPr>
      <w:r>
        <w:t>├──────────┼───────────┼─────────┼─────────┼────────┼─────────┼─────────┤</w:t>
      </w:r>
    </w:p>
    <w:p w:rsidR="00000000" w:rsidRDefault="001D7768">
      <w:pPr>
        <w:pStyle w:val="afd"/>
      </w:pPr>
      <w:r>
        <w:t xml:space="preserve">│    М1    │   V_0,j   │   100   │   100   │   60   │ </w:t>
      </w:r>
      <w:r>
        <w:t xml:space="preserve">  115   │   80  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>│          │   D_0,j   │  0,051  │  0,089  │ 0,067  │  0,171  │  0,107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 xml:space="preserve">│          │  </w:t>
      </w:r>
      <w:r>
        <w:t xml:space="preserve">  a_j    │  0,295  │  0,400  │ 0,305  │  0,399  │  0,399  │</w:t>
      </w:r>
    </w:p>
    <w:p w:rsidR="00000000" w:rsidRDefault="001D7768">
      <w:pPr>
        <w:pStyle w:val="afd"/>
      </w:pPr>
      <w:r>
        <w:t>├──────────┼───────────┼─────────┼─────────┼────────┼─────────┼─────────┤</w:t>
      </w:r>
    </w:p>
    <w:p w:rsidR="00000000" w:rsidRDefault="001D7768">
      <w:pPr>
        <w:pStyle w:val="afd"/>
      </w:pPr>
      <w:r>
        <w:t>│    М2    │   V_0,j   │   30    │   30    │   20   │   45    │   25    │</w:t>
      </w:r>
    </w:p>
    <w:p w:rsidR="00000000" w:rsidRDefault="001D7768">
      <w:pPr>
        <w:pStyle w:val="afd"/>
      </w:pPr>
      <w:r>
        <w:t xml:space="preserve">│          │           │         │         │    </w:t>
      </w:r>
      <w:r>
        <w:t xml:space="preserve">    │         │         │</w:t>
      </w:r>
    </w:p>
    <w:p w:rsidR="00000000" w:rsidRDefault="001D7768">
      <w:pPr>
        <w:pStyle w:val="afd"/>
      </w:pPr>
      <w:r>
        <w:t>│          │   D_0,j   │  0,135  │  0,139  │ 0,126  │  0,171  │  0,146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>│          │    a_j    │  0,335  │  0,346  │ 0,348  │  0,438  │  0,384  │</w:t>
      </w:r>
    </w:p>
    <w:p w:rsidR="00000000" w:rsidRDefault="001D7768">
      <w:pPr>
        <w:pStyle w:val="afd"/>
      </w:pPr>
      <w:r>
        <w:t>├───────</w:t>
      </w:r>
      <w:r>
        <w:t>───┼───────────┼─────────┼─────────┼────────┼─────────┼─────────┤</w:t>
      </w:r>
    </w:p>
    <w:p w:rsidR="00000000" w:rsidRDefault="001D7768">
      <w:pPr>
        <w:pStyle w:val="afd"/>
      </w:pPr>
      <w:r>
        <w:t>│    МЗ    │   V_0,j   │   70    │   20    │   25   │   105   │   55  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 xml:space="preserve">│          │   D_0,j   │  0,102  │  0,208 </w:t>
      </w:r>
      <w:r>
        <w:t xml:space="preserve"> │ 0,120  │  0,122  │  </w:t>
      </w:r>
      <w:r>
        <w:lastRenderedPageBreak/>
        <w:t>0,136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>│          │    a_j    │  0,350  │  0,454  │ 0,347  │  0,416  │  0,446  │</w:t>
      </w:r>
    </w:p>
    <w:p w:rsidR="00000000" w:rsidRDefault="001D7768">
      <w:pPr>
        <w:pStyle w:val="afd"/>
      </w:pPr>
      <w:r>
        <w:t>├──────────┼───────────┼─────────┼─────────┼────────┼─────────┼─────────┤</w:t>
      </w:r>
    </w:p>
    <w:p w:rsidR="00000000" w:rsidRDefault="001D7768">
      <w:pPr>
        <w:pStyle w:val="afd"/>
      </w:pPr>
      <w:r>
        <w:t xml:space="preserve">│ </w:t>
      </w:r>
      <w:r>
        <w:t xml:space="preserve">   М4    │   V_0,j   │   60    │    -    │   -    │   115   │   40    │</w:t>
      </w:r>
    </w:p>
    <w:p w:rsidR="00000000" w:rsidRDefault="001D7768">
      <w:pPr>
        <w:pStyle w:val="afd"/>
      </w:pPr>
      <w:r>
        <w:t>│          │           │         │         │        │         │         │</w:t>
      </w:r>
    </w:p>
    <w:p w:rsidR="00000000" w:rsidRDefault="001D7768">
      <w:pPr>
        <w:pStyle w:val="afd"/>
      </w:pPr>
      <w:r>
        <w:t>│          │   D_0,j   │  0,135  │    -    │   -    │  0,146  │  0,150  │</w:t>
      </w:r>
    </w:p>
    <w:p w:rsidR="00000000" w:rsidRDefault="001D7768">
      <w:pPr>
        <w:pStyle w:val="afd"/>
      </w:pPr>
      <w:r>
        <w:t xml:space="preserve">│          │           │         │  </w:t>
      </w:r>
      <w:r>
        <w:t xml:space="preserve">       │        │         │         │</w:t>
      </w:r>
    </w:p>
    <w:p w:rsidR="00000000" w:rsidRDefault="001D7768">
      <w:pPr>
        <w:pStyle w:val="afd"/>
      </w:pPr>
      <w:r>
        <w:t>│          │    a_j    │  0,400  │    -    │   -    │  0,424  │  0,420  │</w:t>
      </w:r>
    </w:p>
    <w:p w:rsidR="00000000" w:rsidRDefault="001D7768">
      <w:pPr>
        <w:pStyle w:val="afd"/>
      </w:pPr>
      <w:r>
        <w:t>└──────────┴───────────┴─────────┴─────────┴────────┴─────────┴─────────┘</w:t>
      </w:r>
    </w:p>
    <w:p w:rsidR="00000000" w:rsidRDefault="001D7768">
      <w:pPr>
        <w:ind w:firstLine="720"/>
        <w:jc w:val="both"/>
      </w:pPr>
    </w:p>
    <w:p w:rsidR="00000000" w:rsidRDefault="001D7768">
      <w:pPr>
        <w:ind w:firstLine="720"/>
        <w:jc w:val="both"/>
      </w:pPr>
      <w:bookmarkStart w:id="156" w:name="sub_3003"/>
      <w:r>
        <w:t xml:space="preserve">В.3. При движении людских потоков с участием МГН на участках пути перед проемами не следует допускать образования плотности потоков выше 0,5. При этом расчетные максимальные значения интенсивности движения </w:t>
      </w:r>
      <w:r w:rsidR="00E24B4A">
        <w:rPr>
          <w:noProof/>
        </w:rPr>
        <w:drawing>
          <wp:inline distT="0" distB="0" distL="0" distR="0">
            <wp:extent cx="295275" cy="22860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через проем ра</w:t>
      </w:r>
      <w:r>
        <w:t>зличных групп мобильности следует принимать равными: М1 - 19,6 м/мин, М2 - 9,7 м/мин, М3 - 17,6 м/мин, М4 - 16,4 м/мин.</w:t>
      </w:r>
    </w:p>
    <w:bookmarkEnd w:id="156"/>
    <w:p w:rsidR="001D7768" w:rsidRDefault="001D7768">
      <w:pPr>
        <w:ind w:firstLine="720"/>
        <w:jc w:val="both"/>
      </w:pPr>
    </w:p>
    <w:sectPr w:rsidR="001D7768">
      <w:pgSz w:w="11904" w:h="16836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62038"/>
    <w:rsid w:val="001D7768"/>
    <w:rsid w:val="00762038"/>
    <w:rsid w:val="00E2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aa">
    <w:name w:val="Заголовок своего сообщения"/>
    <w:basedOn w:val="a3"/>
    <w:uiPriority w:val="99"/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</w:style>
  <w:style w:type="character" w:customStyle="1" w:styleId="af9">
    <w:name w:val="Не вступил в силу"/>
    <w:basedOn w:val="a3"/>
    <w:uiPriority w:val="99"/>
    <w:rPr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6080025.0" TargetMode="External"/><Relationship Id="rId18" Type="http://schemas.openxmlformats.org/officeDocument/2006/relationships/hyperlink" Target="garantF1://10005881.1001" TargetMode="External"/><Relationship Id="rId26" Type="http://schemas.openxmlformats.org/officeDocument/2006/relationships/hyperlink" Target="garantF1://3822828.0" TargetMode="External"/><Relationship Id="rId39" Type="http://schemas.openxmlformats.org/officeDocument/2006/relationships/hyperlink" Target="garantF1://2205926.0" TargetMode="External"/><Relationship Id="rId21" Type="http://schemas.openxmlformats.org/officeDocument/2006/relationships/hyperlink" Target="garantF1://2205932.400" TargetMode="External"/><Relationship Id="rId34" Type="http://schemas.openxmlformats.org/officeDocument/2006/relationships/hyperlink" Target="garantF1://3824011.0" TargetMode="External"/><Relationship Id="rId42" Type="http://schemas.openxmlformats.org/officeDocument/2006/relationships/hyperlink" Target="garantF1://2206279.0" TargetMode="External"/><Relationship Id="rId47" Type="http://schemas.openxmlformats.org/officeDocument/2006/relationships/hyperlink" Target="garantF1://2206197.0" TargetMode="External"/><Relationship Id="rId50" Type="http://schemas.openxmlformats.org/officeDocument/2006/relationships/hyperlink" Target="garantF1://3823605.0" TargetMode="External"/><Relationship Id="rId55" Type="http://schemas.openxmlformats.org/officeDocument/2006/relationships/hyperlink" Target="garantF1://3823605.0" TargetMode="External"/><Relationship Id="rId63" Type="http://schemas.openxmlformats.org/officeDocument/2006/relationships/hyperlink" Target="garantF1://2205928.625" TargetMode="External"/><Relationship Id="rId68" Type="http://schemas.openxmlformats.org/officeDocument/2006/relationships/image" Target="media/image2.emf"/><Relationship Id="rId76" Type="http://schemas.openxmlformats.org/officeDocument/2006/relationships/image" Target="media/image8.emf"/><Relationship Id="rId84" Type="http://schemas.openxmlformats.org/officeDocument/2006/relationships/image" Target="media/image15.emf"/><Relationship Id="rId89" Type="http://schemas.openxmlformats.org/officeDocument/2006/relationships/image" Target="media/image20.emf"/><Relationship Id="rId7" Type="http://schemas.openxmlformats.org/officeDocument/2006/relationships/hyperlink" Target="garantF1://12076728.1000" TargetMode="External"/><Relationship Id="rId71" Type="http://schemas.openxmlformats.org/officeDocument/2006/relationships/image" Target="media/image3.emf"/><Relationship Id="rId92" Type="http://schemas.openxmlformats.org/officeDocument/2006/relationships/image" Target="media/image23.emf"/><Relationship Id="rId2" Type="http://schemas.openxmlformats.org/officeDocument/2006/relationships/settings" Target="settings.xml"/><Relationship Id="rId16" Type="http://schemas.openxmlformats.org/officeDocument/2006/relationships/hyperlink" Target="garantF1://3899213.17" TargetMode="External"/><Relationship Id="rId29" Type="http://schemas.openxmlformats.org/officeDocument/2006/relationships/hyperlink" Target="garantF1://3822831.0" TargetMode="External"/><Relationship Id="rId11" Type="http://schemas.openxmlformats.org/officeDocument/2006/relationships/hyperlink" Target="garantF1://2223279.0" TargetMode="External"/><Relationship Id="rId24" Type="http://schemas.openxmlformats.org/officeDocument/2006/relationships/hyperlink" Target="garantF1://2206197.0" TargetMode="External"/><Relationship Id="rId32" Type="http://schemas.openxmlformats.org/officeDocument/2006/relationships/hyperlink" Target="garantF1://3824013.0" TargetMode="External"/><Relationship Id="rId37" Type="http://schemas.openxmlformats.org/officeDocument/2006/relationships/hyperlink" Target="garantF1://2223279.0" TargetMode="External"/><Relationship Id="rId40" Type="http://schemas.openxmlformats.org/officeDocument/2006/relationships/hyperlink" Target="garantF1://2205928.0" TargetMode="External"/><Relationship Id="rId45" Type="http://schemas.openxmlformats.org/officeDocument/2006/relationships/hyperlink" Target="garantF1://2205932.400" TargetMode="External"/><Relationship Id="rId53" Type="http://schemas.openxmlformats.org/officeDocument/2006/relationships/hyperlink" Target="garantF1://3822872.0" TargetMode="External"/><Relationship Id="rId58" Type="http://schemas.openxmlformats.org/officeDocument/2006/relationships/hyperlink" Target="garantF1://2205928.0" TargetMode="External"/><Relationship Id="rId66" Type="http://schemas.openxmlformats.org/officeDocument/2006/relationships/hyperlink" Target="garantF1://2206278.0" TargetMode="External"/><Relationship Id="rId74" Type="http://schemas.openxmlformats.org/officeDocument/2006/relationships/image" Target="media/image6.emf"/><Relationship Id="rId79" Type="http://schemas.openxmlformats.org/officeDocument/2006/relationships/image" Target="media/image11.emf"/><Relationship Id="rId87" Type="http://schemas.openxmlformats.org/officeDocument/2006/relationships/image" Target="media/image18.emf"/><Relationship Id="rId5" Type="http://schemas.openxmlformats.org/officeDocument/2006/relationships/hyperlink" Target="garantF1://3822374.0" TargetMode="External"/><Relationship Id="rId61" Type="http://schemas.openxmlformats.org/officeDocument/2006/relationships/hyperlink" Target="garantF1://2205928.625" TargetMode="External"/><Relationship Id="rId82" Type="http://schemas.openxmlformats.org/officeDocument/2006/relationships/image" Target="media/image13.emf"/><Relationship Id="rId90" Type="http://schemas.openxmlformats.org/officeDocument/2006/relationships/image" Target="media/image21.emf"/><Relationship Id="rId95" Type="http://schemas.openxmlformats.org/officeDocument/2006/relationships/fontTable" Target="fontTable.xml"/><Relationship Id="rId19" Type="http://schemas.openxmlformats.org/officeDocument/2006/relationships/hyperlink" Target="garantF1://10005881.0" TargetMode="External"/><Relationship Id="rId14" Type="http://schemas.openxmlformats.org/officeDocument/2006/relationships/hyperlink" Target="garantF1://81546.1000" TargetMode="External"/><Relationship Id="rId22" Type="http://schemas.openxmlformats.org/officeDocument/2006/relationships/hyperlink" Target="garantF1://2206190.0" TargetMode="External"/><Relationship Id="rId27" Type="http://schemas.openxmlformats.org/officeDocument/2006/relationships/hyperlink" Target="garantF1://3822827.0" TargetMode="External"/><Relationship Id="rId30" Type="http://schemas.openxmlformats.org/officeDocument/2006/relationships/hyperlink" Target="garantF1://3823580.0" TargetMode="External"/><Relationship Id="rId35" Type="http://schemas.openxmlformats.org/officeDocument/2006/relationships/hyperlink" Target="garantF1://2222812.0" TargetMode="External"/><Relationship Id="rId43" Type="http://schemas.openxmlformats.org/officeDocument/2006/relationships/hyperlink" Target="garantF1://2206190.0" TargetMode="External"/><Relationship Id="rId48" Type="http://schemas.openxmlformats.org/officeDocument/2006/relationships/hyperlink" Target="garantF1://5821881.0" TargetMode="External"/><Relationship Id="rId56" Type="http://schemas.openxmlformats.org/officeDocument/2006/relationships/hyperlink" Target="garantF1://3822872.0" TargetMode="External"/><Relationship Id="rId64" Type="http://schemas.openxmlformats.org/officeDocument/2006/relationships/hyperlink" Target="garantF1://2206279.0" TargetMode="External"/><Relationship Id="rId69" Type="http://schemas.openxmlformats.org/officeDocument/2006/relationships/hyperlink" Target="garantF1://3823522.0" TargetMode="External"/><Relationship Id="rId77" Type="http://schemas.openxmlformats.org/officeDocument/2006/relationships/image" Target="media/image9.emf"/><Relationship Id="rId8" Type="http://schemas.openxmlformats.org/officeDocument/2006/relationships/hyperlink" Target="garantF1://12076728.0" TargetMode="External"/><Relationship Id="rId51" Type="http://schemas.openxmlformats.org/officeDocument/2006/relationships/hyperlink" Target="garantF1://3822226.0" TargetMode="External"/><Relationship Id="rId72" Type="http://schemas.openxmlformats.org/officeDocument/2006/relationships/image" Target="media/image4.emf"/><Relationship Id="rId80" Type="http://schemas.openxmlformats.org/officeDocument/2006/relationships/hyperlink" Target="garantF1://3822226.200" TargetMode="External"/><Relationship Id="rId85" Type="http://schemas.openxmlformats.org/officeDocument/2006/relationships/image" Target="media/image16.emf"/><Relationship Id="rId93" Type="http://schemas.openxmlformats.org/officeDocument/2006/relationships/image" Target="media/image24.emf"/><Relationship Id="rId3" Type="http://schemas.openxmlformats.org/officeDocument/2006/relationships/webSettings" Target="webSettings.xml"/><Relationship Id="rId12" Type="http://schemas.openxmlformats.org/officeDocument/2006/relationships/hyperlink" Target="garantF1://6080024.0" TargetMode="External"/><Relationship Id="rId17" Type="http://schemas.openxmlformats.org/officeDocument/2006/relationships/hyperlink" Target="garantF1://10064504.15" TargetMode="External"/><Relationship Id="rId25" Type="http://schemas.openxmlformats.org/officeDocument/2006/relationships/hyperlink" Target="garantF1://2205926.0" TargetMode="External"/><Relationship Id="rId33" Type="http://schemas.openxmlformats.org/officeDocument/2006/relationships/hyperlink" Target="garantF1://2222827.0" TargetMode="External"/><Relationship Id="rId38" Type="http://schemas.openxmlformats.org/officeDocument/2006/relationships/hyperlink" Target="garantF1://12015118.0" TargetMode="External"/><Relationship Id="rId46" Type="http://schemas.openxmlformats.org/officeDocument/2006/relationships/hyperlink" Target="garantF1://3822730.0" TargetMode="External"/><Relationship Id="rId59" Type="http://schemas.openxmlformats.org/officeDocument/2006/relationships/hyperlink" Target="garantF1://3822226.0" TargetMode="External"/><Relationship Id="rId67" Type="http://schemas.openxmlformats.org/officeDocument/2006/relationships/hyperlink" Target="garantF1://2205932.320" TargetMode="External"/><Relationship Id="rId20" Type="http://schemas.openxmlformats.org/officeDocument/2006/relationships/hyperlink" Target="garantF1://2205926.0" TargetMode="External"/><Relationship Id="rId41" Type="http://schemas.openxmlformats.org/officeDocument/2006/relationships/hyperlink" Target="garantF1://2206278.0" TargetMode="External"/><Relationship Id="rId54" Type="http://schemas.openxmlformats.org/officeDocument/2006/relationships/hyperlink" Target="garantF1://5821881.500" TargetMode="External"/><Relationship Id="rId62" Type="http://schemas.openxmlformats.org/officeDocument/2006/relationships/image" Target="media/image1.emf"/><Relationship Id="rId70" Type="http://schemas.openxmlformats.org/officeDocument/2006/relationships/hyperlink" Target="garantF1://2206197.0" TargetMode="External"/><Relationship Id="rId75" Type="http://schemas.openxmlformats.org/officeDocument/2006/relationships/image" Target="media/image7.emf"/><Relationship Id="rId83" Type="http://schemas.openxmlformats.org/officeDocument/2006/relationships/image" Target="media/image14.emf"/><Relationship Id="rId88" Type="http://schemas.openxmlformats.org/officeDocument/2006/relationships/image" Target="media/image19.emf"/><Relationship Id="rId91" Type="http://schemas.openxmlformats.org/officeDocument/2006/relationships/image" Target="media/image22.emf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72032.64" TargetMode="External"/><Relationship Id="rId15" Type="http://schemas.openxmlformats.org/officeDocument/2006/relationships/hyperlink" Target="garantF1://3899213.15" TargetMode="External"/><Relationship Id="rId23" Type="http://schemas.openxmlformats.org/officeDocument/2006/relationships/hyperlink" Target="garantF1://3822730.0" TargetMode="External"/><Relationship Id="rId28" Type="http://schemas.openxmlformats.org/officeDocument/2006/relationships/hyperlink" Target="garantF1://3822832.0" TargetMode="External"/><Relationship Id="rId36" Type="http://schemas.openxmlformats.org/officeDocument/2006/relationships/hyperlink" Target="garantF1://6078094.0" TargetMode="External"/><Relationship Id="rId49" Type="http://schemas.openxmlformats.org/officeDocument/2006/relationships/hyperlink" Target="garantF1://3823884.0" TargetMode="External"/><Relationship Id="rId57" Type="http://schemas.openxmlformats.org/officeDocument/2006/relationships/hyperlink" Target="garantF1://3823884.0" TargetMode="External"/><Relationship Id="rId10" Type="http://schemas.openxmlformats.org/officeDocument/2006/relationships/hyperlink" Target="garantF1://6078094.0" TargetMode="External"/><Relationship Id="rId31" Type="http://schemas.openxmlformats.org/officeDocument/2006/relationships/hyperlink" Target="garantF1://2222141.0" TargetMode="External"/><Relationship Id="rId44" Type="http://schemas.openxmlformats.org/officeDocument/2006/relationships/hyperlink" Target="garantF1://2205932.0" TargetMode="External"/><Relationship Id="rId52" Type="http://schemas.openxmlformats.org/officeDocument/2006/relationships/hyperlink" Target="garantF1://3823522.0" TargetMode="External"/><Relationship Id="rId60" Type="http://schemas.openxmlformats.org/officeDocument/2006/relationships/hyperlink" Target="garantF1://2205928.444" TargetMode="External"/><Relationship Id="rId65" Type="http://schemas.openxmlformats.org/officeDocument/2006/relationships/hyperlink" Target="garantF1://3823522.0" TargetMode="External"/><Relationship Id="rId73" Type="http://schemas.openxmlformats.org/officeDocument/2006/relationships/image" Target="media/image5.emf"/><Relationship Id="rId78" Type="http://schemas.openxmlformats.org/officeDocument/2006/relationships/image" Target="media/image10.emf"/><Relationship Id="rId81" Type="http://schemas.openxmlformats.org/officeDocument/2006/relationships/image" Target="media/image12.emf"/><Relationship Id="rId86" Type="http://schemas.openxmlformats.org/officeDocument/2006/relationships/image" Target="media/image17.emf"/><Relationship Id="rId94" Type="http://schemas.openxmlformats.org/officeDocument/2006/relationships/image" Target="media/image25.emf"/><Relationship Id="rId4" Type="http://schemas.openxmlformats.org/officeDocument/2006/relationships/hyperlink" Target="garantF1://2221585.0" TargetMode="External"/><Relationship Id="rId9" Type="http://schemas.openxmlformats.org/officeDocument/2006/relationships/hyperlink" Target="garantF1://12072032.4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9619</Words>
  <Characters>54833</Characters>
  <Application>Microsoft Office Word</Application>
  <DocSecurity>0</DocSecurity>
  <Lines>456</Lines>
  <Paragraphs>128</Paragraphs>
  <ScaleCrop>false</ScaleCrop>
  <Company>НПП "Гарант-Сервис"</Company>
  <LinksUpToDate>false</LinksUpToDate>
  <CharactersWithSpaces>64324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obrazov23</cp:lastModifiedBy>
  <cp:revision>2</cp:revision>
  <dcterms:created xsi:type="dcterms:W3CDTF">2012-03-21T10:11:00Z</dcterms:created>
  <dcterms:modified xsi:type="dcterms:W3CDTF">2012-03-21T10:11:00Z</dcterms:modified>
</cp:coreProperties>
</file>